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E4B0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6B3EC80" w:rsidR="00B65513" w:rsidRPr="0007110E" w:rsidRDefault="00DE374E" w:rsidP="00E82667">
                <w:pPr>
                  <w:tabs>
                    <w:tab w:val="left" w:pos="426"/>
                  </w:tabs>
                  <w:spacing w:before="120"/>
                  <w:rPr>
                    <w:bCs/>
                    <w:lang w:val="en-IE" w:eastAsia="en-GB"/>
                  </w:rPr>
                </w:pPr>
                <w:r>
                  <w:rPr>
                    <w:bCs/>
                    <w:lang w:val="en-IE" w:eastAsia="en-GB"/>
                  </w:rPr>
                  <w:t>INTPA</w:t>
                </w:r>
                <w:r w:rsidR="009931A7">
                  <w:rPr>
                    <w:bCs/>
                    <w:lang w:val="en-IE" w:eastAsia="en-GB"/>
                  </w:rPr>
                  <w:t>.</w:t>
                </w:r>
                <w:r>
                  <w:rPr>
                    <w:bCs/>
                    <w:lang w:val="en-IE" w:eastAsia="en-GB"/>
                  </w:rPr>
                  <w:t>F</w:t>
                </w:r>
                <w:r w:rsidR="009931A7">
                  <w:rPr>
                    <w:bCs/>
                    <w:lang w:val="en-IE" w:eastAsia="en-GB"/>
                  </w:rPr>
                  <w:t>.</w:t>
                </w:r>
                <w:r w:rsidR="001545ED">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4C8B7BD" w:rsidR="00D96984" w:rsidRPr="0007110E" w:rsidRDefault="00100CC1" w:rsidP="00E82667">
                <w:pPr>
                  <w:tabs>
                    <w:tab w:val="left" w:pos="426"/>
                  </w:tabs>
                  <w:spacing w:before="120"/>
                  <w:rPr>
                    <w:bCs/>
                    <w:lang w:val="en-IE" w:eastAsia="en-GB"/>
                  </w:rPr>
                </w:pPr>
                <w:r>
                  <w:rPr>
                    <w:bCs/>
                    <w:lang w:val="en-IE" w:eastAsia="en-GB"/>
                  </w:rPr>
                  <w:t>374934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714DA989" w14:textId="7218E147" w:rsidR="00E21DBD" w:rsidRPr="0007110E" w:rsidRDefault="001545ED" w:rsidP="00E82667">
            <w:pPr>
              <w:tabs>
                <w:tab w:val="left" w:pos="426"/>
              </w:tabs>
              <w:spacing w:before="120"/>
              <w:rPr>
                <w:bCs/>
                <w:lang w:val="en-IE" w:eastAsia="en-GB"/>
              </w:rPr>
            </w:pPr>
            <w:r>
              <w:rPr>
                <w:bCs/>
                <w:lang w:val="en-IE" w:eastAsia="en-GB"/>
              </w:rPr>
              <w:t>Chantal MARIJNISSEN</w:t>
            </w:r>
          </w:p>
          <w:p w14:paraId="34CF737A" w14:textId="777BA82F" w:rsidR="00E21DBD" w:rsidRPr="0007110E" w:rsidRDefault="002E4B0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00CC1">
                  <w:rPr>
                    <w:bCs/>
                    <w:lang w:val="en-IE" w:eastAsia="en-GB"/>
                  </w:rPr>
                  <w:t>1st</w:t>
                </w:r>
                <w:r w:rsidR="003771FE">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00CC1">
                  <w:rPr>
                    <w:bCs/>
                    <w:lang w:val="en-IE" w:eastAsia="en-GB"/>
                  </w:rPr>
                  <w:t>2026</w:t>
                </w:r>
              </w:sdtContent>
            </w:sdt>
          </w:p>
          <w:p w14:paraId="158DD156" w14:textId="59709B30" w:rsidR="00E21DBD" w:rsidRPr="0007110E" w:rsidRDefault="002E4B0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771FE">
                  <w:rPr>
                    <w:bCs/>
                    <w:lang w:val="en-IE" w:eastAsia="en-GB"/>
                  </w:rPr>
                  <w:t xml:space="preserve">2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445A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4537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9963816"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A38BA82"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E4B0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734360DE" w:rsidR="0040388A" w:rsidRPr="0007110E" w:rsidRDefault="002E4B0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100CC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dtPr>
              <w:sdtEndPr/>
              <w:sdtContent>
                <w:r w:rsidR="00180B63">
                  <w:rPr>
                    <w:bCs/>
                    <w:szCs w:val="24"/>
                    <w:lang w:eastAsia="en-GB"/>
                  </w:rPr>
                  <w:t>United Kingdom</w:t>
                </w:r>
              </w:sdtContent>
            </w:sdt>
          </w:p>
          <w:p w14:paraId="265CD5A1" w14:textId="0FD11D7C" w:rsidR="0040388A" w:rsidRDefault="002E4B0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0B45FE"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2D5ABC1"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6F2300AD" w:rsidR="002C13C3" w:rsidRPr="0007110E" w:rsidRDefault="002C13C3" w:rsidP="00E82667">
            <w:pPr>
              <w:tabs>
                <w:tab w:val="left" w:pos="426"/>
              </w:tabs>
              <w:spacing w:before="120" w:after="120"/>
              <w:rPr>
                <w:bCs/>
                <w:lang w:val="en-IE" w:eastAsia="en-GB"/>
              </w:rPr>
            </w:pPr>
            <w:r>
              <w:rPr>
                <w:bCs/>
                <w:szCs w:val="24"/>
                <w:lang w:eastAsia="en-GB"/>
              </w:rPr>
              <w:t>Latest application date</w:t>
            </w:r>
            <w:r w:rsidRPr="002E4B00">
              <w:rPr>
                <w:bCs/>
                <w:szCs w:val="24"/>
                <w:lang w:eastAsia="en-GB"/>
              </w:rPr>
              <w:t xml:space="preserv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9931A7" w:rsidRPr="002E4B00">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69459484" w14:textId="3BABC777" w:rsidR="002B3CBF" w:rsidRPr="006A58BC" w:rsidRDefault="003E50A4" w:rsidP="006A58BC">
      <w:pPr>
        <w:pStyle w:val="ListNumber"/>
        <w:numPr>
          <w:ilvl w:val="0"/>
          <w:numId w:val="0"/>
        </w:numPr>
        <w:rPr>
          <w:lang w:eastAsia="en-GB"/>
        </w:rPr>
      </w:pPr>
      <w:bookmarkStart w:id="2" w:name="_Hlk132129090"/>
      <w:r>
        <w:rPr>
          <w:b/>
          <w:bCs/>
          <w:lang w:eastAsia="en-GB"/>
        </w:rPr>
        <w:t>Entity</w:t>
      </w:r>
      <w:r w:rsidR="00E21DBD" w:rsidRPr="00994062">
        <w:rPr>
          <w:b/>
          <w:bCs/>
          <w:lang w:eastAsia="en-GB"/>
        </w:rPr>
        <w:t xml:space="preserve"> Presentation (We are)</w:t>
      </w:r>
    </w:p>
    <w:p w14:paraId="6419766D" w14:textId="042594F2" w:rsidR="0064417B" w:rsidRDefault="006A58BC" w:rsidP="006A58BC">
      <w:pPr>
        <w:pStyle w:val="ListNumber"/>
        <w:numPr>
          <w:ilvl w:val="0"/>
          <w:numId w:val="0"/>
        </w:numPr>
        <w:rPr>
          <w:lang w:eastAsia="en-GB"/>
        </w:rPr>
      </w:pPr>
      <w:r w:rsidRPr="006A58BC">
        <w:rPr>
          <w:lang w:eastAsia="en-GB"/>
        </w:rPr>
        <w:t xml:space="preserve">Under the geopolitical ambition and political guidelines set by the President of the European Commission, </w:t>
      </w:r>
      <w:r w:rsidR="00E028EA">
        <w:rPr>
          <w:lang w:eastAsia="en-GB"/>
        </w:rPr>
        <w:t xml:space="preserve">DG INTPA </w:t>
      </w:r>
      <w:r w:rsidRPr="006A58BC">
        <w:rPr>
          <w:lang w:eastAsia="en-GB"/>
        </w:rPr>
        <w:t>lead</w:t>
      </w:r>
      <w:r w:rsidR="00E028EA">
        <w:rPr>
          <w:lang w:eastAsia="en-GB"/>
        </w:rPr>
        <w:t>s</w:t>
      </w:r>
      <w:r w:rsidRPr="006A58BC">
        <w:rPr>
          <w:lang w:eastAsia="en-GB"/>
        </w:rPr>
        <w:t xml:space="preserve"> on international cooperation, building partnerships with countries and organisations across the globe. </w:t>
      </w:r>
      <w:r w:rsidR="00E028EA">
        <w:rPr>
          <w:lang w:eastAsia="en-GB"/>
        </w:rPr>
        <w:t xml:space="preserve">We </w:t>
      </w:r>
      <w:r w:rsidRPr="006A58BC">
        <w:rPr>
          <w:lang w:eastAsia="en-GB"/>
        </w:rPr>
        <w:t xml:space="preserve">work hand in hand </w:t>
      </w:r>
      <w:r w:rsidR="0064417B">
        <w:rPr>
          <w:lang w:eastAsia="en-GB"/>
        </w:rPr>
        <w:t>with the European External Action Service and</w:t>
      </w:r>
      <w:r w:rsidRPr="006A58BC">
        <w:rPr>
          <w:lang w:eastAsia="en-GB"/>
        </w:rPr>
        <w:t xml:space="preserve"> with our Member States to mobili</w:t>
      </w:r>
      <w:r w:rsidR="001423BD">
        <w:rPr>
          <w:lang w:eastAsia="en-GB"/>
        </w:rPr>
        <w:t>s</w:t>
      </w:r>
      <w:r w:rsidRPr="006A58BC">
        <w:rPr>
          <w:lang w:eastAsia="en-GB"/>
        </w:rPr>
        <w:t xml:space="preserve">e a strong Team Europe approach </w:t>
      </w:r>
      <w:r w:rsidR="0064417B">
        <w:rPr>
          <w:lang w:eastAsia="en-GB"/>
        </w:rPr>
        <w:t xml:space="preserve">to ensure the impact of the </w:t>
      </w:r>
      <w:r w:rsidRPr="006A58BC">
        <w:rPr>
          <w:lang w:eastAsia="en-GB"/>
        </w:rPr>
        <w:t>EU agenda on the world stage</w:t>
      </w:r>
      <w:r w:rsidR="0064417B">
        <w:rPr>
          <w:lang w:eastAsia="en-GB"/>
        </w:rPr>
        <w:t xml:space="preserve">. </w:t>
      </w:r>
      <w:r w:rsidRPr="006A58BC">
        <w:rPr>
          <w:lang w:eastAsia="en-GB"/>
        </w:rPr>
        <w:t xml:space="preserve">We </w:t>
      </w:r>
      <w:r w:rsidR="0064417B">
        <w:rPr>
          <w:lang w:eastAsia="en-GB"/>
        </w:rPr>
        <w:t xml:space="preserve">also </w:t>
      </w:r>
      <w:r w:rsidR="0064417B">
        <w:rPr>
          <w:lang w:eastAsia="en-GB"/>
        </w:rPr>
        <w:lastRenderedPageBreak/>
        <w:t xml:space="preserve">cooperate </w:t>
      </w:r>
      <w:r w:rsidRPr="006A58BC">
        <w:rPr>
          <w:lang w:eastAsia="en-GB"/>
        </w:rPr>
        <w:t>with our partners, setting policy agendas, taking initiatives and ensuring effective implementation of our actions for the ultimate benefit of people across the world.</w:t>
      </w:r>
    </w:p>
    <w:p w14:paraId="2D096BC4" w14:textId="30CFCBCD" w:rsidR="00E028EA" w:rsidRDefault="0064417B" w:rsidP="0064417B">
      <w:pPr>
        <w:pStyle w:val="ListNumber"/>
        <w:numPr>
          <w:ilvl w:val="0"/>
          <w:numId w:val="0"/>
        </w:numPr>
        <w:rPr>
          <w:lang w:eastAsia="en-GB"/>
        </w:rPr>
      </w:pPr>
      <w:r>
        <w:rPr>
          <w:lang w:eastAsia="en-GB"/>
        </w:rPr>
        <w:t>The European Union’s</w:t>
      </w:r>
      <w:r w:rsidR="00E2341F">
        <w:rPr>
          <w:lang w:eastAsia="en-GB"/>
        </w:rPr>
        <w:t xml:space="preserve"> Global Gateway aims to accompany partner countries so that they reap the benefits of Europe’s clean transition for their sustainable development and the clean transition of their economies. </w:t>
      </w:r>
      <w:r w:rsidR="00F443A9" w:rsidRPr="00F443A9">
        <w:rPr>
          <w:lang w:eastAsia="en-GB"/>
        </w:rPr>
        <w:t xml:space="preserve">The Global Gateway's 360-degree approach goes beyond infrastructure </w:t>
      </w:r>
      <w:r w:rsidR="00F443A9">
        <w:rPr>
          <w:lang w:eastAsia="en-GB"/>
        </w:rPr>
        <w:t xml:space="preserve">and private sector </w:t>
      </w:r>
      <w:r w:rsidR="00F443A9" w:rsidRPr="00F443A9">
        <w:rPr>
          <w:lang w:eastAsia="en-GB"/>
        </w:rPr>
        <w:t xml:space="preserve">support by applying </w:t>
      </w:r>
      <w:r w:rsidR="00F443A9">
        <w:rPr>
          <w:lang w:eastAsia="en-GB"/>
        </w:rPr>
        <w:t>five</w:t>
      </w:r>
      <w:r w:rsidR="00F443A9" w:rsidRPr="00F443A9">
        <w:rPr>
          <w:lang w:eastAsia="en-GB"/>
        </w:rPr>
        <w:t xml:space="preserve"> key principles—democratic values, good governance, equal partnerships, green transition, </w:t>
      </w:r>
      <w:r w:rsidR="00F443A9">
        <w:rPr>
          <w:lang w:eastAsia="en-GB"/>
        </w:rPr>
        <w:t xml:space="preserve">and </w:t>
      </w:r>
      <w:r w:rsidR="00F443A9" w:rsidRPr="00F443A9">
        <w:rPr>
          <w:lang w:eastAsia="en-GB"/>
        </w:rPr>
        <w:t>security—to tailor investments to specific contexts.</w:t>
      </w:r>
      <w:r w:rsidR="00F443A9">
        <w:rPr>
          <w:color w:val="000000"/>
          <w:sz w:val="27"/>
          <w:szCs w:val="27"/>
        </w:rPr>
        <w:t xml:space="preserve"> </w:t>
      </w:r>
      <w:r w:rsidR="00E2341F">
        <w:rPr>
          <w:lang w:eastAsia="en-GB"/>
        </w:rPr>
        <w:t>The next Multi-Annual Financial Framework (2028-203</w:t>
      </w:r>
      <w:r w:rsidR="0006465B">
        <w:rPr>
          <w:lang w:eastAsia="en-GB"/>
        </w:rPr>
        <w:t>5</w:t>
      </w:r>
      <w:r w:rsidR="00E2341F">
        <w:rPr>
          <w:lang w:eastAsia="en-GB"/>
        </w:rPr>
        <w:t xml:space="preserve">) will be key to the scale up of the Global Gateway. Therefore, DG INTPA is at a </w:t>
      </w:r>
      <w:r>
        <w:rPr>
          <w:lang w:eastAsia="en-GB"/>
        </w:rPr>
        <w:t xml:space="preserve">crucial juncture, </w:t>
      </w:r>
      <w:r w:rsidR="00E2341F">
        <w:rPr>
          <w:lang w:eastAsia="en-GB"/>
        </w:rPr>
        <w:t>developing an investment portfolio and financial instruments that will benefit both people and planet</w:t>
      </w:r>
      <w:r>
        <w:rPr>
          <w:lang w:eastAsia="en-GB"/>
        </w:rPr>
        <w:t xml:space="preserve">. </w:t>
      </w:r>
    </w:p>
    <w:p w14:paraId="36C48DBF" w14:textId="4B0801EC" w:rsidR="00E028EA" w:rsidRDefault="00E028EA" w:rsidP="0064417B">
      <w:pPr>
        <w:pStyle w:val="ListNumber"/>
        <w:numPr>
          <w:ilvl w:val="0"/>
          <w:numId w:val="0"/>
        </w:numPr>
        <w:rPr>
          <w:lang w:eastAsia="en-GB"/>
        </w:rPr>
      </w:pPr>
      <w:r>
        <w:rPr>
          <w:lang w:eastAsia="en-GB"/>
        </w:rPr>
        <w:t>In this context, t</w:t>
      </w:r>
      <w:r w:rsidRPr="00E028EA">
        <w:rPr>
          <w:lang w:eastAsia="en-GB"/>
        </w:rPr>
        <w:t>he mandate of Unit INTPA.F.2 is to support developing countries in addressing challenges related to the environment and natural resources such as biodiversity, forests, land, water as well as the transition to a circular economy.</w:t>
      </w:r>
      <w:r w:rsidR="00C036BD">
        <w:rPr>
          <w:lang w:eastAsia="en-GB"/>
        </w:rPr>
        <w:t xml:space="preserve"> Unit F2 is therefore in charge of the external dimension of the European Green Deal. </w:t>
      </w:r>
    </w:p>
    <w:p w14:paraId="4DC15DA5" w14:textId="42BBF535" w:rsidR="00E028EA" w:rsidRPr="00E028EA" w:rsidRDefault="00E028EA" w:rsidP="00E028EA">
      <w:pPr>
        <w:pStyle w:val="ListNumber"/>
        <w:numPr>
          <w:ilvl w:val="0"/>
          <w:numId w:val="0"/>
        </w:numPr>
        <w:rPr>
          <w:lang w:eastAsia="en-GB"/>
        </w:rPr>
      </w:pPr>
      <w:r w:rsidRPr="00E028EA">
        <w:rPr>
          <w:lang w:eastAsia="en-GB"/>
        </w:rPr>
        <w:t xml:space="preserve">With this aim, Unit INTPA.F.2 has three main areas of work: 1. policy development (including legislative work); 2. thematic support to EU Delegations and counterparts; 3. programming and implementation.  </w:t>
      </w:r>
    </w:p>
    <w:p w14:paraId="6C97C2D3" w14:textId="6BDF8A1B" w:rsidR="006A58BC" w:rsidRPr="00E028EA" w:rsidRDefault="00E2341F" w:rsidP="006A58BC">
      <w:pPr>
        <w:pStyle w:val="ListNumber"/>
        <w:numPr>
          <w:ilvl w:val="0"/>
          <w:numId w:val="0"/>
        </w:numPr>
        <w:rPr>
          <w:lang w:eastAsia="en-GB"/>
        </w:rPr>
      </w:pPr>
      <w:r>
        <w:rPr>
          <w:lang w:eastAsia="en-GB"/>
        </w:rPr>
        <w:t>T</w:t>
      </w:r>
      <w:r w:rsidR="0064417B">
        <w:rPr>
          <w:lang w:eastAsia="en-GB"/>
        </w:rPr>
        <w:t xml:space="preserve">he next years will be crucial to ensure </w:t>
      </w:r>
      <w:r w:rsidR="00E62D15">
        <w:rPr>
          <w:lang w:eastAsia="en-GB"/>
        </w:rPr>
        <w:t xml:space="preserve">that water and </w:t>
      </w:r>
      <w:r w:rsidR="00223380">
        <w:rPr>
          <w:lang w:eastAsia="en-GB"/>
        </w:rPr>
        <w:t>nature-based</w:t>
      </w:r>
      <w:r w:rsidR="00E62D15">
        <w:rPr>
          <w:lang w:eastAsia="en-GB"/>
        </w:rPr>
        <w:t xml:space="preserve"> solutions</w:t>
      </w:r>
      <w:r w:rsidR="0064417B">
        <w:rPr>
          <w:lang w:eastAsia="en-GB"/>
        </w:rPr>
        <w:t xml:space="preserve"> are firmly anchored in our external action</w:t>
      </w:r>
      <w:r w:rsidR="008265FE">
        <w:rPr>
          <w:lang w:eastAsia="en-GB"/>
        </w:rPr>
        <w:t xml:space="preserve"> according to the orientation put forward in the Water Resilience Strategy</w:t>
      </w:r>
      <w:r w:rsidR="00736B86">
        <w:rPr>
          <w:lang w:eastAsia="en-GB"/>
        </w:rPr>
        <w:t xml:space="preserve"> and the next MFF</w:t>
      </w:r>
      <w:r w:rsidR="0064417B">
        <w:rPr>
          <w:lang w:eastAsia="en-GB"/>
        </w:rPr>
        <w:t xml:space="preserve">. </w:t>
      </w:r>
      <w:r>
        <w:rPr>
          <w:lang w:eastAsia="en-GB"/>
        </w:rPr>
        <w:t>Working with the private sector and financial institutions will be key. P</w:t>
      </w:r>
      <w:r w:rsidR="0064417B">
        <w:rPr>
          <w:lang w:eastAsia="en-GB"/>
        </w:rPr>
        <w:t>articular attention will be paid to the development of an innovative financing offer through guarantees, blending, bonds, biodiversity credits, investment funds.</w:t>
      </w:r>
      <w:r w:rsidR="006A58BC" w:rsidRPr="006A58BC">
        <w:rPr>
          <w:lang w:eastAsia="en-GB"/>
        </w:rPr>
        <w:t>​</w:t>
      </w:r>
    </w:p>
    <w:p w14:paraId="50617C66" w14:textId="45667F18" w:rsidR="00E21DBD" w:rsidRDefault="00E21DBD" w:rsidP="00994062">
      <w:pPr>
        <w:pStyle w:val="ListNumber"/>
        <w:numPr>
          <w:ilvl w:val="0"/>
          <w:numId w:val="0"/>
        </w:numPr>
        <w:ind w:left="709" w:hanging="709"/>
        <w:rPr>
          <w:b/>
          <w:bCs/>
          <w:lang w:eastAsia="en-GB"/>
        </w:rPr>
      </w:pPr>
      <w:r w:rsidRPr="00994062">
        <w:rPr>
          <w:b/>
          <w:bCs/>
          <w:lang w:eastAsia="en-GB"/>
        </w:rPr>
        <w:t>Job Presentation (We propose)</w:t>
      </w:r>
    </w:p>
    <w:p w14:paraId="07822020" w14:textId="41451EB7" w:rsidR="008265FE" w:rsidRDefault="008265FE" w:rsidP="00C9102A">
      <w:pPr>
        <w:spacing w:before="120" w:after="120"/>
        <w:rPr>
          <w:lang w:eastAsia="en-US"/>
        </w:rPr>
      </w:pPr>
      <w:r w:rsidRPr="00981EF2">
        <w:rPr>
          <w:lang w:val="en-IE"/>
        </w:rPr>
        <w:t>In the context of the Green Deal</w:t>
      </w:r>
      <w:r>
        <w:rPr>
          <w:lang w:val="en-IE"/>
        </w:rPr>
        <w:t xml:space="preserve"> and its related </w:t>
      </w:r>
      <w:r w:rsidR="00A80CB6">
        <w:rPr>
          <w:lang w:val="en-IE"/>
        </w:rPr>
        <w:t xml:space="preserve">external </w:t>
      </w:r>
      <w:r>
        <w:rPr>
          <w:lang w:val="en-IE"/>
        </w:rPr>
        <w:t>investment agenda</w:t>
      </w:r>
      <w:r w:rsidR="00A80CB6">
        <w:rPr>
          <w:lang w:val="en-IE"/>
        </w:rPr>
        <w:t xml:space="preserve"> namely</w:t>
      </w:r>
      <w:r>
        <w:rPr>
          <w:lang w:val="en-IE"/>
        </w:rPr>
        <w:t xml:space="preserve"> the Global Gateway</w:t>
      </w:r>
      <w:r w:rsidRPr="00981EF2">
        <w:rPr>
          <w:lang w:val="en-IE"/>
        </w:rPr>
        <w:t xml:space="preserve">, the water sector </w:t>
      </w:r>
      <w:r>
        <w:rPr>
          <w:lang w:val="en-IE"/>
        </w:rPr>
        <w:t xml:space="preserve">is </w:t>
      </w:r>
      <w:r w:rsidRPr="00981EF2">
        <w:rPr>
          <w:lang w:val="en-IE"/>
        </w:rPr>
        <w:t>gaining importance</w:t>
      </w:r>
      <w:r>
        <w:rPr>
          <w:lang w:val="en-IE"/>
        </w:rPr>
        <w:t xml:space="preserve"> as a strategic enabler and asset for investments notably in Critical Raw Materials, Digital transformation, Clean Energy or Agriculture, while continuing to be an equity integrator and social enabler</w:t>
      </w:r>
      <w:r w:rsidR="00736B86">
        <w:rPr>
          <w:lang w:val="en-IE"/>
        </w:rPr>
        <w:t xml:space="preserve"> through WASH</w:t>
      </w:r>
      <w:r>
        <w:rPr>
          <w:lang w:val="en-IE"/>
        </w:rPr>
        <w:t xml:space="preserve">. </w:t>
      </w:r>
    </w:p>
    <w:p w14:paraId="663CBB5A" w14:textId="4E5A3382" w:rsidR="008265FE" w:rsidRDefault="00161CAF" w:rsidP="00C9102A">
      <w:pPr>
        <w:spacing w:before="120" w:after="120"/>
      </w:pPr>
      <w:r>
        <w:t>In line with</w:t>
      </w:r>
      <w:r w:rsidR="008265FE">
        <w:t xml:space="preserve"> the Water Resilience Strategy and </w:t>
      </w:r>
      <w:r>
        <w:t xml:space="preserve">through </w:t>
      </w:r>
      <w:r w:rsidR="00A80CB6">
        <w:t>its</w:t>
      </w:r>
      <w:r>
        <w:t xml:space="preserve"> action under</w:t>
      </w:r>
      <w:r w:rsidR="00907C9D">
        <w:t xml:space="preserve"> the Global Gateway, </w:t>
      </w:r>
      <w:r w:rsidR="008265FE">
        <w:t xml:space="preserve">the </w:t>
      </w:r>
      <w:r w:rsidR="005535A8">
        <w:t>EU</w:t>
      </w:r>
      <w:r w:rsidR="00907C9D">
        <w:t xml:space="preserve"> has developed a holistic approach </w:t>
      </w:r>
      <w:r w:rsidR="00736B86">
        <w:t>aiming at</w:t>
      </w:r>
      <w:r>
        <w:t xml:space="preserve"> </w:t>
      </w:r>
      <w:r w:rsidRPr="00223380">
        <w:rPr>
          <w:lang w:val="en-IE"/>
        </w:rPr>
        <w:t xml:space="preserve">protecting and restoring the global water cycle, building a water smart economy and ensuring water security </w:t>
      </w:r>
      <w:commentRangeStart w:id="3"/>
      <w:commentRangeStart w:id="4"/>
      <w:r w:rsidRPr="00223380">
        <w:rPr>
          <w:lang w:val="en-IE"/>
        </w:rPr>
        <w:t>for all</w:t>
      </w:r>
      <w:r>
        <w:rPr>
          <w:lang w:val="en-IE"/>
        </w:rPr>
        <w:t xml:space="preserve">. </w:t>
      </w:r>
      <w:commentRangeEnd w:id="3"/>
      <w:r>
        <w:rPr>
          <w:rStyle w:val="CommentReference"/>
        </w:rPr>
        <w:commentReference w:id="3"/>
      </w:r>
      <w:commentRangeEnd w:id="4"/>
      <w:r w:rsidR="00A80CB6">
        <w:rPr>
          <w:rStyle w:val="CommentReference"/>
        </w:rPr>
        <w:commentReference w:id="4"/>
      </w:r>
      <w:r w:rsidR="00907C9D">
        <w:t xml:space="preserve">. </w:t>
      </w:r>
    </w:p>
    <w:p w14:paraId="7FE35548" w14:textId="406FDA2F" w:rsidR="00B21B58" w:rsidRDefault="00B21B58" w:rsidP="00C9102A">
      <w:pPr>
        <w:spacing w:before="120" w:after="120"/>
      </w:pPr>
      <w:r w:rsidRPr="00B21B58">
        <w:t>The EU will expand strategic partnerships and water diplomacy to promote Integrated Water Resource Management, the source-to-</w:t>
      </w:r>
      <w:proofErr w:type="spellStart"/>
      <w:r w:rsidRPr="00B21B58">
        <w:t>sea</w:t>
      </w:r>
      <w:proofErr w:type="spellEnd"/>
      <w:r w:rsidRPr="00B21B58">
        <w:t xml:space="preserve"> approach, the use of nature-based solutions, investment in sustainable water and sanitation for all, and innovation-driven policy reforms.</w:t>
      </w:r>
    </w:p>
    <w:p w14:paraId="6A79EEEB" w14:textId="1057173F" w:rsidR="008265FE" w:rsidRDefault="00736B86" w:rsidP="00C9102A">
      <w:pPr>
        <w:spacing w:before="120" w:after="120"/>
      </w:pPr>
      <w:r>
        <w:rPr>
          <w:lang w:eastAsia="en-US"/>
        </w:rPr>
        <w:t xml:space="preserve">It will build on the EU strengths, including innovation, </w:t>
      </w:r>
      <w:r w:rsidR="00A80CB6">
        <w:rPr>
          <w:lang w:eastAsia="en-US"/>
        </w:rPr>
        <w:t>know-how</w:t>
      </w:r>
      <w:r>
        <w:rPr>
          <w:lang w:eastAsia="en-US"/>
        </w:rPr>
        <w:t xml:space="preserve"> and a strong private sector with global leadership.  </w:t>
      </w:r>
      <w:r w:rsidR="008265FE">
        <w:rPr>
          <w:lang w:eastAsia="en-US"/>
        </w:rPr>
        <w:t>Particular attention will be paid to investments with the development of an innovative financing offer that blends public, private and international finance regarding climate and biodiversity</w:t>
      </w:r>
      <w:r w:rsidR="00907C9D">
        <w:t xml:space="preserve">. </w:t>
      </w:r>
    </w:p>
    <w:p w14:paraId="1F1A1236" w14:textId="61514DF7" w:rsidR="00681C06" w:rsidRDefault="00681C06" w:rsidP="00C43B6A">
      <w:pPr>
        <w:spacing w:before="120" w:after="120"/>
      </w:pPr>
      <w:r>
        <w:t>Continued support to a stronger global water governance (notably in preparation of the UN 2026 Water Conference)</w:t>
      </w:r>
      <w:r w:rsidR="00736B86">
        <w:t xml:space="preserve"> and</w:t>
      </w:r>
      <w:r>
        <w:t xml:space="preserve"> </w:t>
      </w:r>
      <w:r w:rsidR="00736B86">
        <w:t>globalisation</w:t>
      </w:r>
      <w:r>
        <w:t xml:space="preserve"> of the UN Water Convention</w:t>
      </w:r>
      <w:r w:rsidR="00736B86">
        <w:t xml:space="preserve"> (notably with the implementation of the Team Europe Initiatives on Transboundary water management in </w:t>
      </w:r>
      <w:r w:rsidR="00736B86">
        <w:lastRenderedPageBreak/>
        <w:t>Africa and on Water, Climate, Energy in Central Asia)</w:t>
      </w:r>
      <w:r>
        <w:t xml:space="preserve"> will set the enabling framework for investment in the sector and beyond. </w:t>
      </w:r>
    </w:p>
    <w:p w14:paraId="433AC71A" w14:textId="0066CE86" w:rsidR="002B3CBF" w:rsidRDefault="00F443A9" w:rsidP="00C43B6A">
      <w:pPr>
        <w:spacing w:before="120" w:after="120"/>
      </w:pPr>
      <w:r>
        <w:t>In this context</w:t>
      </w:r>
      <w:r w:rsidR="00736B86">
        <w:t>,</w:t>
      </w:r>
      <w:r>
        <w:t xml:space="preserve"> t</w:t>
      </w:r>
      <w:r w:rsidR="006A58BC">
        <w:t xml:space="preserve">he Directorate-General for International Partnerships (DG INTPA) </w:t>
      </w:r>
      <w:r w:rsidR="00736B86">
        <w:t>is</w:t>
      </w:r>
      <w:r w:rsidR="00681C06">
        <w:t xml:space="preserve"> ready to further develop opportunities this agenda creates for the sector.</w:t>
      </w:r>
      <w:r w:rsidR="00907C9D">
        <w:t xml:space="preserve"> </w:t>
      </w:r>
      <w:r w:rsidR="00681C06">
        <w:t>I</w:t>
      </w:r>
      <w:r w:rsidR="00907C9D">
        <w:t>t is</w:t>
      </w:r>
      <w:r w:rsidR="006A58BC">
        <w:t xml:space="preserve"> therefore requesting the appointment of a seconded national expert (SNE) to provide technical advice </w:t>
      </w:r>
      <w:r w:rsidR="004A0B73">
        <w:t xml:space="preserve">and operational support </w:t>
      </w:r>
      <w:r w:rsidR="00681C06">
        <w:t xml:space="preserve">to </w:t>
      </w:r>
      <w:r w:rsidR="00907C9D">
        <w:t>the development of INTPA’s investment portfolio in</w:t>
      </w:r>
      <w:r w:rsidR="00681C06">
        <w:t xml:space="preserve"> the areas of water and </w:t>
      </w:r>
      <w:r w:rsidR="00A04530">
        <w:t>nature-based</w:t>
      </w:r>
      <w:r w:rsidR="00681C06">
        <w:t xml:space="preserve"> </w:t>
      </w:r>
      <w:r w:rsidR="005535A8">
        <w:t>s</w:t>
      </w:r>
      <w:r w:rsidR="00681C06">
        <w:t>olutions for infrastructures</w:t>
      </w:r>
      <w:r w:rsidR="006A58BC">
        <w:t xml:space="preserve">. </w:t>
      </w:r>
    </w:p>
    <w:p w14:paraId="79807F16" w14:textId="77777777" w:rsidR="00C02B06" w:rsidRDefault="00C02B06" w:rsidP="00C02B06">
      <w:pPr>
        <w:spacing w:before="120" w:after="120"/>
        <w:rPr>
          <w:i/>
          <w:iCs/>
        </w:rPr>
      </w:pPr>
      <w:r w:rsidRPr="00C02B06">
        <w:rPr>
          <w:i/>
          <w:iCs/>
        </w:rPr>
        <w:t>Description of Duties</w:t>
      </w:r>
    </w:p>
    <w:p w14:paraId="0510AD51" w14:textId="08FB15B1" w:rsidR="00736B86" w:rsidRDefault="006D275F" w:rsidP="0016179E">
      <w:pPr>
        <w:pStyle w:val="NormalWeb"/>
        <w:numPr>
          <w:ilvl w:val="0"/>
          <w:numId w:val="43"/>
        </w:numPr>
        <w:jc w:val="both"/>
        <w:rPr>
          <w:szCs w:val="20"/>
          <w:lang w:val="en-GB"/>
        </w:rPr>
      </w:pPr>
      <w:r w:rsidRPr="006D275F">
        <w:rPr>
          <w:szCs w:val="20"/>
          <w:lang w:val="en-GB"/>
        </w:rPr>
        <w:t xml:space="preserve">Contribute to the development of investment policies and strategies for </w:t>
      </w:r>
      <w:r w:rsidR="00681C06">
        <w:rPr>
          <w:szCs w:val="20"/>
          <w:lang w:val="en-GB"/>
        </w:rPr>
        <w:t xml:space="preserve">water and </w:t>
      </w:r>
      <w:r w:rsidR="00A80CB6">
        <w:rPr>
          <w:szCs w:val="20"/>
          <w:lang w:val="en-GB"/>
        </w:rPr>
        <w:t>nature-based</w:t>
      </w:r>
      <w:r w:rsidR="00681C06">
        <w:rPr>
          <w:szCs w:val="20"/>
          <w:lang w:val="en-GB"/>
        </w:rPr>
        <w:t xml:space="preserve"> solutions</w:t>
      </w:r>
      <w:r w:rsidRPr="006D275F">
        <w:rPr>
          <w:szCs w:val="20"/>
          <w:lang w:val="en-GB"/>
        </w:rPr>
        <w:t xml:space="preserve"> in line with </w:t>
      </w:r>
      <w:r w:rsidR="003D3264">
        <w:rPr>
          <w:szCs w:val="20"/>
          <w:lang w:val="en-GB"/>
        </w:rPr>
        <w:t xml:space="preserve">the </w:t>
      </w:r>
      <w:r w:rsidR="00736B86">
        <w:rPr>
          <w:szCs w:val="20"/>
          <w:lang w:val="en-GB"/>
        </w:rPr>
        <w:t>Water Resilience Strategy and the Global Gateway. E</w:t>
      </w:r>
      <w:r w:rsidRPr="006D275F">
        <w:rPr>
          <w:szCs w:val="20"/>
          <w:lang w:val="en-GB"/>
        </w:rPr>
        <w:t>nsur</w:t>
      </w:r>
      <w:r w:rsidR="00736B86">
        <w:rPr>
          <w:szCs w:val="20"/>
          <w:lang w:val="en-GB"/>
        </w:rPr>
        <w:t>e</w:t>
      </w:r>
      <w:r w:rsidRPr="006D275F">
        <w:rPr>
          <w:szCs w:val="20"/>
          <w:lang w:val="en-GB"/>
        </w:rPr>
        <w:t xml:space="preserve"> </w:t>
      </w:r>
      <w:r w:rsidR="00736B86">
        <w:rPr>
          <w:szCs w:val="20"/>
          <w:lang w:val="en-GB"/>
        </w:rPr>
        <w:t xml:space="preserve">a </w:t>
      </w:r>
      <w:r w:rsidRPr="006D275F">
        <w:rPr>
          <w:szCs w:val="20"/>
          <w:lang w:val="en-GB"/>
        </w:rPr>
        <w:t>fu</w:t>
      </w:r>
      <w:r w:rsidR="00736B86">
        <w:rPr>
          <w:szCs w:val="20"/>
          <w:lang w:val="en-GB"/>
        </w:rPr>
        <w:t>ll</w:t>
      </w:r>
      <w:r w:rsidRPr="006D275F">
        <w:rPr>
          <w:szCs w:val="20"/>
          <w:lang w:val="en-GB"/>
        </w:rPr>
        <w:t xml:space="preserve"> </w:t>
      </w:r>
      <w:r w:rsidR="00A44B82">
        <w:rPr>
          <w:szCs w:val="20"/>
          <w:lang w:val="en-GB"/>
        </w:rPr>
        <w:t>integration</w:t>
      </w:r>
      <w:r w:rsidR="00A44B82" w:rsidRPr="006D275F">
        <w:rPr>
          <w:szCs w:val="20"/>
          <w:lang w:val="en-GB"/>
        </w:rPr>
        <w:t xml:space="preserve"> </w:t>
      </w:r>
      <w:r w:rsidRPr="006D275F">
        <w:rPr>
          <w:szCs w:val="20"/>
          <w:lang w:val="en-GB"/>
        </w:rPr>
        <w:t xml:space="preserve">of </w:t>
      </w:r>
      <w:r w:rsidR="00A32468">
        <w:rPr>
          <w:szCs w:val="20"/>
          <w:lang w:val="en-GB"/>
        </w:rPr>
        <w:t xml:space="preserve">the use of </w:t>
      </w:r>
      <w:r w:rsidR="00681C06">
        <w:rPr>
          <w:szCs w:val="20"/>
          <w:lang w:val="en-GB"/>
        </w:rPr>
        <w:t>blended finance, notably with the private sector.</w:t>
      </w:r>
    </w:p>
    <w:p w14:paraId="6C4E1E3B" w14:textId="53D0D566" w:rsidR="00736B86" w:rsidRPr="006D275F" w:rsidRDefault="00736B86" w:rsidP="0016179E">
      <w:pPr>
        <w:pStyle w:val="NormalWeb"/>
        <w:numPr>
          <w:ilvl w:val="0"/>
          <w:numId w:val="43"/>
        </w:numPr>
        <w:jc w:val="both"/>
        <w:rPr>
          <w:szCs w:val="20"/>
          <w:lang w:val="en-GB"/>
        </w:rPr>
      </w:pPr>
      <w:r w:rsidRPr="006D275F">
        <w:rPr>
          <w:szCs w:val="20"/>
          <w:lang w:val="en-GB"/>
        </w:rPr>
        <w:t xml:space="preserve">Provide expert advice and analysis on </w:t>
      </w:r>
      <w:r>
        <w:rPr>
          <w:szCs w:val="20"/>
          <w:lang w:val="en-GB"/>
        </w:rPr>
        <w:t xml:space="preserve">the market, </w:t>
      </w:r>
      <w:r w:rsidR="00A80CB6">
        <w:rPr>
          <w:szCs w:val="20"/>
          <w:lang w:val="en-GB"/>
        </w:rPr>
        <w:t>its</w:t>
      </w:r>
      <w:r>
        <w:rPr>
          <w:szCs w:val="20"/>
          <w:lang w:val="en-GB"/>
        </w:rPr>
        <w:t xml:space="preserve"> key stakeholders, </w:t>
      </w:r>
      <w:r w:rsidR="00A80CB6">
        <w:rPr>
          <w:szCs w:val="20"/>
          <w:lang w:val="en-GB"/>
        </w:rPr>
        <w:t>its</w:t>
      </w:r>
      <w:r>
        <w:rPr>
          <w:szCs w:val="20"/>
          <w:lang w:val="en-GB"/>
        </w:rPr>
        <w:t xml:space="preserve"> development, its financing and the related enabling policies and governance frameworks, notably in our partner countries</w:t>
      </w:r>
      <w:r w:rsidRPr="006D275F">
        <w:rPr>
          <w:szCs w:val="20"/>
          <w:lang w:val="en-GB"/>
        </w:rPr>
        <w:t>.</w:t>
      </w:r>
    </w:p>
    <w:p w14:paraId="07091D97" w14:textId="75A26119" w:rsidR="006D275F" w:rsidRPr="006D275F" w:rsidRDefault="00736B86" w:rsidP="0016179E">
      <w:pPr>
        <w:pStyle w:val="NormalWeb"/>
        <w:numPr>
          <w:ilvl w:val="0"/>
          <w:numId w:val="43"/>
        </w:numPr>
        <w:jc w:val="both"/>
        <w:rPr>
          <w:szCs w:val="20"/>
          <w:lang w:val="en-GB"/>
        </w:rPr>
      </w:pPr>
      <w:r>
        <w:rPr>
          <w:szCs w:val="20"/>
          <w:lang w:val="en-GB"/>
        </w:rPr>
        <w:t xml:space="preserve">Contribute to the follow-up internally and externally at a political level, notably with the Council, Member States and external Stakeholders (International Organisations, NGOs or Private Sector partners). Contribute to the follow-up of Team Europe Initiatives on Water. </w:t>
      </w:r>
    </w:p>
    <w:p w14:paraId="31200F7F" w14:textId="03596151" w:rsidR="00736B86" w:rsidRPr="003D3264" w:rsidRDefault="00736B86" w:rsidP="0016179E">
      <w:pPr>
        <w:pStyle w:val="NormalWeb"/>
        <w:numPr>
          <w:ilvl w:val="0"/>
          <w:numId w:val="43"/>
        </w:numPr>
        <w:jc w:val="both"/>
        <w:rPr>
          <w:szCs w:val="20"/>
          <w:lang w:val="en-GB"/>
        </w:rPr>
      </w:pPr>
      <w:r>
        <w:rPr>
          <w:szCs w:val="20"/>
          <w:lang w:val="en-GB"/>
        </w:rPr>
        <w:t xml:space="preserve">Support a meaningful engagement in the international arena, in line with the objectives of the Water Resilience Strategy and the Global Gateway. </w:t>
      </w:r>
    </w:p>
    <w:p w14:paraId="3B6D42A5" w14:textId="77E21D62" w:rsidR="00A32468" w:rsidRDefault="00A32468" w:rsidP="0016179E">
      <w:pPr>
        <w:pStyle w:val="NormalWeb"/>
        <w:numPr>
          <w:ilvl w:val="0"/>
          <w:numId w:val="43"/>
        </w:numPr>
        <w:jc w:val="both"/>
        <w:rPr>
          <w:szCs w:val="20"/>
          <w:lang w:val="en-GB"/>
        </w:rPr>
      </w:pPr>
      <w:r>
        <w:rPr>
          <w:szCs w:val="20"/>
          <w:lang w:val="en-GB"/>
        </w:rPr>
        <w:t>Support investment</w:t>
      </w:r>
      <w:r w:rsidR="00A44B82">
        <w:rPr>
          <w:szCs w:val="20"/>
          <w:lang w:val="en-GB"/>
        </w:rPr>
        <w:t xml:space="preserve">s </w:t>
      </w:r>
      <w:r>
        <w:rPr>
          <w:szCs w:val="20"/>
          <w:lang w:val="en-GB"/>
        </w:rPr>
        <w:t>reviews and analysis</w:t>
      </w:r>
      <w:r w:rsidR="00A44B82">
        <w:rPr>
          <w:szCs w:val="20"/>
          <w:lang w:val="en-GB"/>
        </w:rPr>
        <w:t xml:space="preserve"> (including of their financial structuring)</w:t>
      </w:r>
      <w:r>
        <w:rPr>
          <w:szCs w:val="20"/>
          <w:lang w:val="en-GB"/>
        </w:rPr>
        <w:t xml:space="preserve"> to ensure additionality, increase leverage from the private sector</w:t>
      </w:r>
      <w:r w:rsidR="00736B86">
        <w:rPr>
          <w:szCs w:val="20"/>
          <w:lang w:val="en-GB"/>
        </w:rPr>
        <w:t xml:space="preserve"> and</w:t>
      </w:r>
      <w:r>
        <w:rPr>
          <w:szCs w:val="20"/>
          <w:lang w:val="en-GB"/>
        </w:rPr>
        <w:t xml:space="preserve"> achieve development impact.</w:t>
      </w:r>
      <w:r w:rsidR="00A44B82">
        <w:rPr>
          <w:szCs w:val="20"/>
          <w:lang w:val="en-GB"/>
        </w:rPr>
        <w:t xml:space="preserve"> Provide advice on the development of new financing instruments and initiatives for the sector. </w:t>
      </w:r>
    </w:p>
    <w:p w14:paraId="431D3A89" w14:textId="498C9C52" w:rsidR="00736B86" w:rsidRPr="006D275F" w:rsidRDefault="00736B86" w:rsidP="0016179E">
      <w:pPr>
        <w:pStyle w:val="NormalWeb"/>
        <w:numPr>
          <w:ilvl w:val="0"/>
          <w:numId w:val="43"/>
        </w:numPr>
        <w:jc w:val="both"/>
        <w:rPr>
          <w:szCs w:val="20"/>
          <w:lang w:val="en-GB"/>
        </w:rPr>
      </w:pPr>
      <w:r>
        <w:rPr>
          <w:szCs w:val="20"/>
          <w:lang w:val="en-GB"/>
        </w:rPr>
        <w:t xml:space="preserve">Ensure that water and nature-based investment operations are developed with a logic of integrated natural resource management and inclusiveness that meaningfully includes all necessary stakeholders in decision-making processes. </w:t>
      </w:r>
    </w:p>
    <w:p w14:paraId="476540A3" w14:textId="04118E00" w:rsidR="006D275F" w:rsidRPr="003D3264" w:rsidRDefault="006D275F" w:rsidP="0016179E">
      <w:pPr>
        <w:pStyle w:val="NormalWeb"/>
        <w:numPr>
          <w:ilvl w:val="0"/>
          <w:numId w:val="43"/>
        </w:numPr>
        <w:jc w:val="both"/>
        <w:rPr>
          <w:szCs w:val="20"/>
          <w:lang w:val="en-GB"/>
        </w:rPr>
      </w:pPr>
      <w:r w:rsidRPr="003D3264">
        <w:rPr>
          <w:szCs w:val="20"/>
          <w:lang w:val="en-GB"/>
        </w:rPr>
        <w:t xml:space="preserve">Contribute to the Commission policy and legislative work on </w:t>
      </w:r>
      <w:r w:rsidR="00A32468">
        <w:rPr>
          <w:szCs w:val="20"/>
          <w:lang w:val="en-GB"/>
        </w:rPr>
        <w:t xml:space="preserve">water and </w:t>
      </w:r>
      <w:r w:rsidR="00BC2168">
        <w:rPr>
          <w:szCs w:val="20"/>
          <w:lang w:val="en-GB"/>
        </w:rPr>
        <w:t>nature-based</w:t>
      </w:r>
      <w:r w:rsidR="00A32468">
        <w:rPr>
          <w:szCs w:val="20"/>
          <w:lang w:val="en-GB"/>
        </w:rPr>
        <w:t xml:space="preserve"> solutions</w:t>
      </w:r>
      <w:r w:rsidRPr="003D3264">
        <w:rPr>
          <w:szCs w:val="20"/>
          <w:lang w:val="en-GB"/>
        </w:rPr>
        <w:t xml:space="preserve"> and help develop policies and approaches coherent with both EU policies and the international agenda, with due attention to impact on third countries.</w:t>
      </w:r>
    </w:p>
    <w:p w14:paraId="4F944E9D" w14:textId="6D3144DE" w:rsidR="006D275F" w:rsidRPr="003D3264" w:rsidRDefault="006D275F" w:rsidP="0016179E">
      <w:pPr>
        <w:pStyle w:val="NormalWeb"/>
        <w:numPr>
          <w:ilvl w:val="0"/>
          <w:numId w:val="43"/>
        </w:numPr>
        <w:jc w:val="both"/>
        <w:rPr>
          <w:szCs w:val="20"/>
          <w:lang w:val="en-GB"/>
        </w:rPr>
      </w:pPr>
      <w:r w:rsidRPr="003D3264">
        <w:rPr>
          <w:szCs w:val="20"/>
          <w:lang w:val="en-GB"/>
        </w:rPr>
        <w:t>Assist</w:t>
      </w:r>
      <w:r w:rsidR="003D3264" w:rsidRPr="003D3264">
        <w:rPr>
          <w:szCs w:val="20"/>
          <w:lang w:val="en-GB"/>
        </w:rPr>
        <w:t>,</w:t>
      </w:r>
      <w:r w:rsidRPr="003D3264">
        <w:rPr>
          <w:szCs w:val="20"/>
          <w:lang w:val="en-GB"/>
        </w:rPr>
        <w:t xml:space="preserve"> upon demand</w:t>
      </w:r>
      <w:r w:rsidR="003D3264" w:rsidRPr="003D3264">
        <w:rPr>
          <w:szCs w:val="20"/>
          <w:lang w:val="en-GB"/>
        </w:rPr>
        <w:t>,</w:t>
      </w:r>
      <w:r w:rsidRPr="003D3264">
        <w:rPr>
          <w:szCs w:val="20"/>
          <w:lang w:val="en-GB"/>
        </w:rPr>
        <w:t xml:space="preserve"> </w:t>
      </w:r>
      <w:r w:rsidR="004856FD">
        <w:rPr>
          <w:szCs w:val="20"/>
          <w:lang w:val="en-GB"/>
        </w:rPr>
        <w:t xml:space="preserve">European Union </w:t>
      </w:r>
      <w:r w:rsidRPr="003D3264">
        <w:rPr>
          <w:szCs w:val="20"/>
          <w:lang w:val="en-GB"/>
        </w:rPr>
        <w:t xml:space="preserve">Delegations in the policy dialogues in relation with </w:t>
      </w:r>
      <w:r w:rsidR="00A32468">
        <w:rPr>
          <w:szCs w:val="20"/>
          <w:lang w:val="en-GB"/>
        </w:rPr>
        <w:t xml:space="preserve">water and </w:t>
      </w:r>
      <w:r w:rsidR="00BC2168">
        <w:rPr>
          <w:szCs w:val="20"/>
          <w:lang w:val="en-GB"/>
        </w:rPr>
        <w:t>nature-based</w:t>
      </w:r>
      <w:r w:rsidR="00A32468">
        <w:rPr>
          <w:szCs w:val="20"/>
          <w:lang w:val="en-GB"/>
        </w:rPr>
        <w:t xml:space="preserve"> solutions</w:t>
      </w:r>
      <w:r w:rsidRPr="003D3264">
        <w:rPr>
          <w:szCs w:val="20"/>
          <w:lang w:val="en-GB"/>
        </w:rPr>
        <w:t xml:space="preserve">. Conduct missions in partner countries to provide </w:t>
      </w:r>
      <w:r w:rsidR="00EE7A20" w:rsidRPr="003D3264">
        <w:rPr>
          <w:szCs w:val="20"/>
          <w:lang w:val="en-GB"/>
        </w:rPr>
        <w:t>financial/investment</w:t>
      </w:r>
      <w:r w:rsidRPr="003D3264">
        <w:rPr>
          <w:szCs w:val="20"/>
          <w:lang w:val="en-GB"/>
        </w:rPr>
        <w:t xml:space="preserve"> and thematic</w:t>
      </w:r>
      <w:r w:rsidR="00EE7A20" w:rsidRPr="003D3264">
        <w:rPr>
          <w:szCs w:val="20"/>
          <w:lang w:val="en-GB"/>
        </w:rPr>
        <w:t>/policy</w:t>
      </w:r>
      <w:r w:rsidRPr="003D3264">
        <w:rPr>
          <w:szCs w:val="20"/>
          <w:lang w:val="en-GB"/>
        </w:rPr>
        <w:t xml:space="preserve"> support.</w:t>
      </w:r>
    </w:p>
    <w:p w14:paraId="7F846C65" w14:textId="77777777" w:rsidR="000C3CFA" w:rsidRDefault="000C3CFA" w:rsidP="0016179E">
      <w:pPr>
        <w:pStyle w:val="ListNumber"/>
        <w:numPr>
          <w:ilvl w:val="0"/>
          <w:numId w:val="0"/>
        </w:numPr>
        <w:rPr>
          <w:b/>
          <w:bCs/>
          <w:lang w:eastAsia="en-GB"/>
        </w:rPr>
      </w:pPr>
    </w:p>
    <w:p w14:paraId="58E0FD96" w14:textId="0C8C5ACF"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p w14:paraId="7A454A59" w14:textId="77777777" w:rsidR="006A58BC" w:rsidRPr="00771A65" w:rsidRDefault="006A58BC" w:rsidP="006A58BC">
      <w:pPr>
        <w:spacing w:before="120" w:after="120"/>
        <w:rPr>
          <w:i/>
          <w:iCs/>
          <w:lang w:val="en-IE"/>
        </w:rPr>
      </w:pPr>
      <w:r w:rsidRPr="00771A65">
        <w:rPr>
          <w:i/>
          <w:iCs/>
          <w:lang w:val="en-IE"/>
        </w:rPr>
        <w:t>Academic Background</w:t>
      </w:r>
    </w:p>
    <w:p w14:paraId="4F423769" w14:textId="09FD36C2" w:rsidR="006A58BC" w:rsidRPr="004B497A" w:rsidRDefault="00EE7A20" w:rsidP="006A58BC">
      <w:pPr>
        <w:spacing w:before="120" w:after="120"/>
        <w:rPr>
          <w:lang w:val="en-IE"/>
        </w:rPr>
      </w:pPr>
      <w:r>
        <w:rPr>
          <w:lang w:val="en-IE"/>
        </w:rPr>
        <w:t>University degree with a focus on</w:t>
      </w:r>
      <w:commentRangeStart w:id="5"/>
      <w:commentRangeStart w:id="6"/>
      <w:r>
        <w:rPr>
          <w:lang w:val="en-IE"/>
        </w:rPr>
        <w:t xml:space="preserve"> natural resources</w:t>
      </w:r>
      <w:commentRangeEnd w:id="5"/>
      <w:r w:rsidR="00084B23">
        <w:rPr>
          <w:rStyle w:val="CommentReference"/>
        </w:rPr>
        <w:commentReference w:id="5"/>
      </w:r>
      <w:commentRangeEnd w:id="6"/>
      <w:r w:rsidR="004856FD">
        <w:rPr>
          <w:rStyle w:val="CommentReference"/>
        </w:rPr>
        <w:commentReference w:id="6"/>
      </w:r>
      <w:r w:rsidR="004856FD">
        <w:rPr>
          <w:lang w:val="en-IE"/>
        </w:rPr>
        <w:t>,</w:t>
      </w:r>
      <w:r w:rsidR="00A44B82">
        <w:rPr>
          <w:lang w:val="en-IE"/>
        </w:rPr>
        <w:t xml:space="preserve"> </w:t>
      </w:r>
      <w:r w:rsidR="00736B86">
        <w:rPr>
          <w:lang w:val="en-IE"/>
        </w:rPr>
        <w:t xml:space="preserve">sustainable finance, </w:t>
      </w:r>
      <w:r w:rsidR="00A44B82">
        <w:rPr>
          <w:lang w:val="en-IE"/>
        </w:rPr>
        <w:t>water</w:t>
      </w:r>
      <w:r w:rsidR="004856FD">
        <w:rPr>
          <w:lang w:val="en-IE"/>
        </w:rPr>
        <w:t xml:space="preserve"> or related fields</w:t>
      </w:r>
      <w:r w:rsidR="006A58BC">
        <w:rPr>
          <w:lang w:val="en-IE"/>
        </w:rPr>
        <w:t>.</w:t>
      </w:r>
    </w:p>
    <w:p w14:paraId="59A6E114" w14:textId="77777777" w:rsidR="006A58BC" w:rsidRPr="00771A65" w:rsidRDefault="006A58BC" w:rsidP="006A58BC">
      <w:pPr>
        <w:spacing w:before="120" w:after="120"/>
        <w:rPr>
          <w:i/>
          <w:iCs/>
          <w:lang w:val="en-IE"/>
        </w:rPr>
      </w:pPr>
      <w:r w:rsidRPr="00771A65">
        <w:rPr>
          <w:i/>
          <w:iCs/>
          <w:lang w:val="en-IE"/>
        </w:rPr>
        <w:t xml:space="preserve">Required Knowledge and </w:t>
      </w:r>
      <w:r>
        <w:rPr>
          <w:i/>
          <w:iCs/>
          <w:lang w:val="en-IE"/>
        </w:rPr>
        <w:t xml:space="preserve">Working </w:t>
      </w:r>
      <w:r w:rsidRPr="00771A65">
        <w:rPr>
          <w:i/>
          <w:iCs/>
          <w:lang w:val="en-IE"/>
        </w:rPr>
        <w:t>Experience</w:t>
      </w:r>
    </w:p>
    <w:p w14:paraId="0FEFEEBC" w14:textId="090CCFD2" w:rsidR="00F65C71" w:rsidRPr="001611EB" w:rsidRDefault="006A58BC" w:rsidP="001611EB">
      <w:pPr>
        <w:pStyle w:val="ListParagraph"/>
        <w:numPr>
          <w:ilvl w:val="0"/>
          <w:numId w:val="41"/>
        </w:numPr>
        <w:spacing w:before="120" w:after="120"/>
        <w:rPr>
          <w:rFonts w:ascii="Times New Roman" w:hAnsi="Times New Roman" w:cs="Times New Roman"/>
          <w:sz w:val="24"/>
          <w:szCs w:val="24"/>
          <w:lang w:val="en-IE"/>
        </w:rPr>
      </w:pPr>
      <w:r w:rsidRPr="001611EB">
        <w:rPr>
          <w:rFonts w:ascii="Times New Roman" w:hAnsi="Times New Roman" w:cs="Times New Roman"/>
          <w:sz w:val="24"/>
          <w:szCs w:val="24"/>
          <w:lang w:val="en-IE"/>
        </w:rPr>
        <w:lastRenderedPageBreak/>
        <w:t xml:space="preserve">Minimum of 3-5 years of relevant working experience </w:t>
      </w:r>
      <w:proofErr w:type="gramStart"/>
      <w:r w:rsidR="00F65C71" w:rsidRPr="001611EB">
        <w:rPr>
          <w:rFonts w:ascii="Times New Roman" w:hAnsi="Times New Roman" w:cs="Times New Roman"/>
          <w:sz w:val="24"/>
          <w:szCs w:val="24"/>
          <w:lang w:val="en-IE"/>
        </w:rPr>
        <w:t>required;</w:t>
      </w:r>
      <w:proofErr w:type="gramEnd"/>
      <w:r w:rsidRPr="001611EB">
        <w:rPr>
          <w:rFonts w:ascii="Times New Roman" w:hAnsi="Times New Roman" w:cs="Times New Roman"/>
          <w:sz w:val="24"/>
          <w:szCs w:val="24"/>
          <w:lang w:val="en-IE"/>
        </w:rPr>
        <w:t xml:space="preserve"> </w:t>
      </w:r>
    </w:p>
    <w:p w14:paraId="13C0410C" w14:textId="2BE04405" w:rsidR="00736B86" w:rsidRPr="001611EB" w:rsidRDefault="00736B86" w:rsidP="00736B86">
      <w:pPr>
        <w:pStyle w:val="ListParagraph"/>
        <w:numPr>
          <w:ilvl w:val="0"/>
          <w:numId w:val="41"/>
        </w:numPr>
        <w:spacing w:before="120" w:after="120"/>
        <w:rPr>
          <w:rFonts w:ascii="Times New Roman" w:hAnsi="Times New Roman" w:cs="Times New Roman"/>
          <w:sz w:val="24"/>
          <w:szCs w:val="24"/>
          <w:lang w:val="en-IE"/>
        </w:rPr>
      </w:pPr>
      <w:r w:rsidRPr="009329B5">
        <w:rPr>
          <w:rFonts w:ascii="Times New Roman" w:hAnsi="Times New Roman" w:cs="Times New Roman"/>
          <w:sz w:val="24"/>
          <w:szCs w:val="24"/>
          <w:lang w:val="en-IE"/>
        </w:rPr>
        <w:t xml:space="preserve">Experience in the areas of </w:t>
      </w:r>
      <w:r>
        <w:rPr>
          <w:rFonts w:ascii="Times New Roman" w:hAnsi="Times New Roman" w:cs="Times New Roman"/>
          <w:sz w:val="24"/>
          <w:szCs w:val="24"/>
          <w:lang w:val="en-IE"/>
        </w:rPr>
        <w:t>n</w:t>
      </w:r>
      <w:r w:rsidRPr="009329B5">
        <w:rPr>
          <w:rFonts w:ascii="Times New Roman" w:hAnsi="Times New Roman" w:cs="Times New Roman"/>
          <w:sz w:val="24"/>
          <w:szCs w:val="24"/>
          <w:lang w:val="en-IE"/>
        </w:rPr>
        <w:t xml:space="preserve">atural </w:t>
      </w:r>
      <w:r>
        <w:rPr>
          <w:rFonts w:ascii="Times New Roman" w:hAnsi="Times New Roman" w:cs="Times New Roman"/>
          <w:sz w:val="24"/>
          <w:szCs w:val="24"/>
          <w:lang w:val="en-IE"/>
        </w:rPr>
        <w:t>r</w:t>
      </w:r>
      <w:r w:rsidRPr="009329B5">
        <w:rPr>
          <w:rFonts w:ascii="Times New Roman" w:hAnsi="Times New Roman" w:cs="Times New Roman"/>
          <w:sz w:val="24"/>
          <w:szCs w:val="24"/>
          <w:lang w:val="en-IE"/>
        </w:rPr>
        <w:t>esources</w:t>
      </w:r>
      <w:r>
        <w:rPr>
          <w:rFonts w:ascii="Times New Roman" w:hAnsi="Times New Roman" w:cs="Times New Roman"/>
          <w:sz w:val="24"/>
          <w:szCs w:val="24"/>
          <w:lang w:val="en-IE"/>
        </w:rPr>
        <w:t xml:space="preserve"> management,</w:t>
      </w:r>
      <w:r w:rsidRPr="009329B5">
        <w:rPr>
          <w:rFonts w:ascii="Times New Roman" w:hAnsi="Times New Roman" w:cs="Times New Roman"/>
          <w:sz w:val="24"/>
          <w:szCs w:val="24"/>
          <w:lang w:val="en-IE"/>
        </w:rPr>
        <w:t xml:space="preserve"> and in particular </w:t>
      </w:r>
      <w:r>
        <w:rPr>
          <w:rFonts w:ascii="Times New Roman" w:hAnsi="Times New Roman" w:cs="Times New Roman"/>
          <w:sz w:val="24"/>
          <w:szCs w:val="24"/>
          <w:lang w:val="en-IE"/>
        </w:rPr>
        <w:t xml:space="preserve">water and </w:t>
      </w:r>
      <w:r w:rsidR="00BC2168">
        <w:rPr>
          <w:rFonts w:ascii="Times New Roman" w:hAnsi="Times New Roman" w:cs="Times New Roman"/>
          <w:sz w:val="24"/>
          <w:szCs w:val="24"/>
          <w:lang w:val="en-IE"/>
        </w:rPr>
        <w:t>nature-based</w:t>
      </w:r>
      <w:r>
        <w:rPr>
          <w:rFonts w:ascii="Times New Roman" w:hAnsi="Times New Roman" w:cs="Times New Roman"/>
          <w:sz w:val="24"/>
          <w:szCs w:val="24"/>
          <w:lang w:val="en-IE"/>
        </w:rPr>
        <w:t xml:space="preserve"> solution policies and strategies</w:t>
      </w:r>
      <w:r w:rsidRPr="009329B5">
        <w:rPr>
          <w:rFonts w:ascii="Times New Roman" w:hAnsi="Times New Roman" w:cs="Times New Roman"/>
          <w:sz w:val="24"/>
          <w:szCs w:val="24"/>
          <w:lang w:val="en-IE"/>
        </w:rPr>
        <w:t>;</w:t>
      </w:r>
      <w:commentRangeStart w:id="7"/>
      <w:commentRangeEnd w:id="7"/>
      <w:r>
        <w:rPr>
          <w:rStyle w:val="CommentReference"/>
          <w:rFonts w:ascii="Times New Roman" w:eastAsia="Times New Roman" w:hAnsi="Times New Roman" w:cs="Times New Roman"/>
          <w:lang w:val="en-GB" w:eastAsia="en-IE"/>
        </w:rPr>
        <w:commentReference w:id="7"/>
      </w:r>
    </w:p>
    <w:p w14:paraId="6664F188" w14:textId="2A1DE5A7" w:rsidR="00F65C71" w:rsidRPr="009329B5" w:rsidRDefault="009329B5" w:rsidP="00F65C71">
      <w:pPr>
        <w:pStyle w:val="ListParagraph"/>
        <w:numPr>
          <w:ilvl w:val="0"/>
          <w:numId w:val="41"/>
        </w:numPr>
        <w:spacing w:before="120" w:after="120"/>
        <w:rPr>
          <w:rFonts w:ascii="Times New Roman" w:hAnsi="Times New Roman" w:cs="Times New Roman"/>
          <w:sz w:val="24"/>
          <w:szCs w:val="24"/>
          <w:lang w:val="en-IE"/>
        </w:rPr>
      </w:pPr>
      <w:commentRangeStart w:id="8"/>
      <w:commentRangeStart w:id="9"/>
      <w:r w:rsidRPr="009329B5">
        <w:rPr>
          <w:rFonts w:ascii="Times New Roman" w:hAnsi="Times New Roman" w:cs="Times New Roman"/>
          <w:sz w:val="24"/>
          <w:szCs w:val="24"/>
          <w:lang w:val="en-IE"/>
        </w:rPr>
        <w:t>Experience</w:t>
      </w:r>
      <w:commentRangeEnd w:id="8"/>
      <w:r w:rsidR="00084B23">
        <w:rPr>
          <w:rStyle w:val="CommentReference"/>
          <w:rFonts w:ascii="Times New Roman" w:eastAsia="Times New Roman" w:hAnsi="Times New Roman" w:cs="Times New Roman"/>
          <w:lang w:val="en-GB" w:eastAsia="en-IE"/>
        </w:rPr>
        <w:commentReference w:id="8"/>
      </w:r>
      <w:commentRangeEnd w:id="9"/>
      <w:r w:rsidR="00516DCF">
        <w:rPr>
          <w:rStyle w:val="CommentReference"/>
          <w:rFonts w:ascii="Times New Roman" w:eastAsia="Times New Roman" w:hAnsi="Times New Roman" w:cs="Times New Roman"/>
          <w:lang w:val="en-GB" w:eastAsia="en-IE"/>
        </w:rPr>
        <w:commentReference w:id="9"/>
      </w:r>
      <w:r w:rsidRPr="009329B5">
        <w:rPr>
          <w:rFonts w:ascii="Times New Roman" w:hAnsi="Times New Roman" w:cs="Times New Roman"/>
          <w:sz w:val="24"/>
          <w:szCs w:val="24"/>
          <w:lang w:val="en-IE"/>
        </w:rPr>
        <w:t xml:space="preserve"> in </w:t>
      </w:r>
      <w:r w:rsidR="00A44B82">
        <w:rPr>
          <w:rFonts w:ascii="Times New Roman" w:hAnsi="Times New Roman" w:cs="Times New Roman"/>
          <w:sz w:val="24"/>
          <w:szCs w:val="24"/>
          <w:lang w:val="en-IE"/>
        </w:rPr>
        <w:t>private sector</w:t>
      </w:r>
      <w:r w:rsidRPr="009329B5">
        <w:rPr>
          <w:rFonts w:ascii="Times New Roman" w:hAnsi="Times New Roman" w:cs="Times New Roman"/>
          <w:sz w:val="24"/>
          <w:szCs w:val="24"/>
          <w:lang w:val="en-IE"/>
        </w:rPr>
        <w:t xml:space="preserve"> investment</w:t>
      </w:r>
      <w:r w:rsidR="00736B86">
        <w:rPr>
          <w:rFonts w:ascii="Times New Roman" w:hAnsi="Times New Roman" w:cs="Times New Roman"/>
          <w:sz w:val="24"/>
          <w:szCs w:val="24"/>
          <w:lang w:val="en-IE"/>
        </w:rPr>
        <w:t>s</w:t>
      </w:r>
      <w:r w:rsidRPr="009329B5">
        <w:rPr>
          <w:rFonts w:ascii="Times New Roman" w:hAnsi="Times New Roman" w:cs="Times New Roman"/>
          <w:sz w:val="24"/>
          <w:szCs w:val="24"/>
          <w:lang w:val="en-IE"/>
        </w:rPr>
        <w:t xml:space="preserve"> and/or sustainable finance </w:t>
      </w:r>
    </w:p>
    <w:p w14:paraId="7215AB3B" w14:textId="586C8F55" w:rsidR="006A58BC" w:rsidRDefault="00F65C71" w:rsidP="001611EB">
      <w:pPr>
        <w:pStyle w:val="ListParagraph"/>
        <w:numPr>
          <w:ilvl w:val="0"/>
          <w:numId w:val="41"/>
        </w:numPr>
        <w:spacing w:before="120" w:after="120"/>
        <w:rPr>
          <w:rFonts w:ascii="Times New Roman" w:hAnsi="Times New Roman" w:cs="Times New Roman"/>
          <w:sz w:val="24"/>
          <w:szCs w:val="24"/>
          <w:lang w:val="en-IE"/>
        </w:rPr>
      </w:pPr>
      <w:commentRangeStart w:id="10"/>
      <w:r w:rsidRPr="001611EB">
        <w:rPr>
          <w:rFonts w:ascii="Times New Roman" w:hAnsi="Times New Roman" w:cs="Times New Roman"/>
          <w:sz w:val="24"/>
          <w:szCs w:val="24"/>
          <w:lang w:val="en-IE"/>
        </w:rPr>
        <w:t>F</w:t>
      </w:r>
      <w:r w:rsidR="006A58BC" w:rsidRPr="001611EB">
        <w:rPr>
          <w:rFonts w:ascii="Times New Roman" w:hAnsi="Times New Roman" w:cs="Times New Roman"/>
          <w:sz w:val="24"/>
          <w:szCs w:val="24"/>
          <w:lang w:val="en-IE"/>
        </w:rPr>
        <w:t>ield experience in developing countries</w:t>
      </w:r>
      <w:commentRangeEnd w:id="10"/>
      <w:r w:rsidR="00C22820">
        <w:rPr>
          <w:rStyle w:val="CommentReference"/>
          <w:rFonts w:ascii="Times New Roman" w:eastAsia="Times New Roman" w:hAnsi="Times New Roman" w:cs="Times New Roman"/>
          <w:lang w:val="en-GB" w:eastAsia="en-IE"/>
        </w:rPr>
        <w:commentReference w:id="10"/>
      </w:r>
      <w:r w:rsidR="006A58BC" w:rsidRPr="001611EB">
        <w:rPr>
          <w:rFonts w:ascii="Times New Roman" w:hAnsi="Times New Roman" w:cs="Times New Roman"/>
          <w:sz w:val="24"/>
          <w:szCs w:val="24"/>
          <w:lang w:val="en-IE"/>
        </w:rPr>
        <w:t xml:space="preserve">. </w:t>
      </w:r>
    </w:p>
    <w:p w14:paraId="304F0F43" w14:textId="133D0545" w:rsidR="00736B86" w:rsidRPr="001611EB" w:rsidRDefault="00736B86" w:rsidP="001611EB">
      <w:pPr>
        <w:pStyle w:val="ListParagraph"/>
        <w:numPr>
          <w:ilvl w:val="0"/>
          <w:numId w:val="41"/>
        </w:numPr>
        <w:spacing w:before="120" w:after="120"/>
        <w:rPr>
          <w:rFonts w:ascii="Times New Roman" w:hAnsi="Times New Roman" w:cs="Times New Roman"/>
          <w:sz w:val="24"/>
          <w:szCs w:val="24"/>
          <w:lang w:val="en-IE"/>
        </w:rPr>
      </w:pPr>
      <w:r>
        <w:rPr>
          <w:rFonts w:ascii="Times New Roman" w:hAnsi="Times New Roman" w:cs="Times New Roman"/>
          <w:sz w:val="24"/>
          <w:szCs w:val="24"/>
          <w:lang w:val="en-IE"/>
        </w:rPr>
        <w:t>Excellent analytical and writing skills</w:t>
      </w:r>
    </w:p>
    <w:p w14:paraId="574EFC3D" w14:textId="77777777" w:rsidR="006A58BC" w:rsidRPr="00771A65" w:rsidRDefault="006A58BC" w:rsidP="006A58BC">
      <w:pPr>
        <w:spacing w:before="120" w:after="120"/>
        <w:rPr>
          <w:i/>
          <w:iCs/>
          <w:lang w:val="en-IE"/>
        </w:rPr>
      </w:pPr>
      <w:r w:rsidRPr="00771A65">
        <w:rPr>
          <w:i/>
          <w:iCs/>
          <w:lang w:val="en-IE"/>
        </w:rPr>
        <w:t>Language skills</w:t>
      </w:r>
    </w:p>
    <w:p w14:paraId="0C2F9B50" w14:textId="0735FF1A" w:rsidR="006A58BC" w:rsidRDefault="006A58BC" w:rsidP="006A58BC">
      <w:pPr>
        <w:spacing w:before="120" w:after="120"/>
        <w:rPr>
          <w:lang w:val="en-IE"/>
        </w:rPr>
      </w:pPr>
      <w:r>
        <w:rPr>
          <w:lang w:val="en-IE"/>
        </w:rPr>
        <w:t xml:space="preserve">Spoken and written proficiency in English </w:t>
      </w:r>
      <w:r w:rsidR="009329B5">
        <w:rPr>
          <w:lang w:val="en-IE"/>
        </w:rPr>
        <w:t xml:space="preserve">(min. C1 level) required </w:t>
      </w:r>
      <w:r>
        <w:rPr>
          <w:lang w:val="en-IE"/>
        </w:rPr>
        <w:t>and French</w:t>
      </w:r>
      <w:r w:rsidR="009329B5">
        <w:rPr>
          <w:lang w:val="en-IE"/>
        </w:rPr>
        <w:t xml:space="preserve">/Spanish (min. </w:t>
      </w:r>
      <w:r w:rsidR="00A44B82">
        <w:rPr>
          <w:lang w:val="en-IE"/>
        </w:rPr>
        <w:t>B</w:t>
      </w:r>
      <w:commentRangeStart w:id="11"/>
      <w:r w:rsidR="009329B5">
        <w:rPr>
          <w:lang w:val="en-IE"/>
        </w:rPr>
        <w:t>2</w:t>
      </w:r>
      <w:commentRangeEnd w:id="11"/>
      <w:r w:rsidR="004856FD">
        <w:rPr>
          <w:rStyle w:val="CommentReference"/>
        </w:rPr>
        <w:commentReference w:id="11"/>
      </w:r>
      <w:r w:rsidR="009329B5">
        <w:rPr>
          <w:lang w:val="en-IE"/>
        </w:rPr>
        <w:t>level)</w:t>
      </w:r>
      <w:r>
        <w:rPr>
          <w:lang w:val="en-IE"/>
        </w:rPr>
        <w:t xml:space="preserve"> </w:t>
      </w:r>
      <w:r w:rsidR="009329B5">
        <w:rPr>
          <w:lang w:val="en-IE"/>
        </w:rPr>
        <w:t xml:space="preserve">an advantage. </w:t>
      </w:r>
      <w:r>
        <w:rPr>
          <w:lang w:val="en-IE"/>
        </w:rPr>
        <w:t>Further language skills can be an advantage.</w:t>
      </w: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32" w:history="1">
        <w:hyperlink r:id="rId3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12" w:name="_Hlk132131276"/>
      <w:r>
        <w:t>Before applying, please read the attached privacy statement.</w:t>
      </w:r>
      <w:bookmarkEnd w:id="12"/>
    </w:p>
    <w:sectPr w:rsidR="00F93413">
      <w:footerReference w:type="even" r:id="rId34"/>
      <w:footerReference w:type="default" r:id="rId35"/>
      <w:endnotePr>
        <w:numFmt w:val="lowerLetter"/>
      </w:endnotePr>
      <w:pgSz w:w="11906" w:h="16838"/>
      <w:pgMar w:top="1020" w:right="1701" w:bottom="1020" w:left="1587" w:header="601" w:footer="107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DE VANSSAY Arnaud (INTPA)" w:date="2025-09-09T15:54:00Z" w:initials="AD">
    <w:p w14:paraId="3D2060D6" w14:textId="77777777" w:rsidR="00161CAF" w:rsidRDefault="00161CAF" w:rsidP="00161CAF">
      <w:pPr>
        <w:pStyle w:val="CommentText"/>
        <w:jc w:val="left"/>
      </w:pPr>
      <w:r>
        <w:rPr>
          <w:rStyle w:val="CommentReference"/>
        </w:rPr>
        <w:annotationRef/>
      </w:r>
      <w:r>
        <w:rPr>
          <w:lang w:val="fr-BE"/>
        </w:rPr>
        <w:t xml:space="preserve">We could also add: </w:t>
      </w:r>
      <w:r>
        <w:rPr>
          <w:lang w:val="en-IE"/>
        </w:rPr>
        <w:t xml:space="preserve">The EU will expand strategic partnerships and water diplomacy to promote Integrated Water Resource Management, the source-to-sea approach, the use of nature-based solutions, investment in sustainable water and sanitation for all, and innovation-driven policy reforms.  </w:t>
      </w:r>
    </w:p>
  </w:comment>
  <w:comment w:id="4" w:author="MARIJNISSEN Chantal (INTPA)" w:date="2025-10-01T16:59:00Z" w:initials="CM">
    <w:p w14:paraId="20AE337E" w14:textId="77777777" w:rsidR="00A80CB6" w:rsidRDefault="00A80CB6" w:rsidP="00A80CB6">
      <w:pPr>
        <w:pStyle w:val="CommentText"/>
        <w:jc w:val="left"/>
      </w:pPr>
      <w:r>
        <w:rPr>
          <w:rStyle w:val="CommentReference"/>
        </w:rPr>
        <w:annotationRef/>
      </w:r>
      <w:r>
        <w:rPr>
          <w:lang w:val="fr-BE"/>
        </w:rPr>
        <w:t>Makes sense would add</w:t>
      </w:r>
    </w:p>
  </w:comment>
  <w:comment w:id="5" w:author="GOTTMANN Niclas (INTPA)" w:date="2025-08-12T11:46:00Z" w:initials="NG">
    <w:p w14:paraId="6D77465F" w14:textId="16FC074D" w:rsidR="00084B23" w:rsidRDefault="00084B23" w:rsidP="00084B23">
      <w:pPr>
        <w:pStyle w:val="CommentText"/>
        <w:jc w:val="left"/>
      </w:pPr>
      <w:r>
        <w:rPr>
          <w:rStyle w:val="CommentReference"/>
        </w:rPr>
        <w:annotationRef/>
      </w:r>
      <w:r>
        <w:rPr>
          <w:lang w:val="en-IE"/>
        </w:rPr>
        <w:t>I wonder if we would get more candidates if this were an and/or criteria.</w:t>
      </w:r>
    </w:p>
  </w:comment>
  <w:comment w:id="6" w:author="HUEBNER Franz (INTPA)" w:date="2025-08-13T10:45:00Z" w:initials="FH">
    <w:p w14:paraId="3F1AD678" w14:textId="77777777" w:rsidR="00450DA6" w:rsidRDefault="004856FD" w:rsidP="00450DA6">
      <w:pPr>
        <w:pStyle w:val="CommentText"/>
        <w:jc w:val="left"/>
      </w:pPr>
      <w:r>
        <w:rPr>
          <w:rStyle w:val="CommentReference"/>
        </w:rPr>
        <w:annotationRef/>
      </w:r>
      <w:r w:rsidR="00450DA6">
        <w:rPr>
          <w:lang w:val="de-DE"/>
        </w:rPr>
        <w:t>Agreed</w:t>
      </w:r>
    </w:p>
  </w:comment>
  <w:comment w:id="7" w:author="HUEBNER Franz (INTPA)" w:date="2025-08-13T10:56:00Z" w:initials="FH">
    <w:p w14:paraId="518C2D8B" w14:textId="77777777" w:rsidR="00736B86" w:rsidRDefault="00736B86" w:rsidP="00736B86">
      <w:pPr>
        <w:pStyle w:val="CommentText"/>
        <w:jc w:val="left"/>
      </w:pPr>
      <w:r>
        <w:rPr>
          <w:rStyle w:val="CommentReference"/>
        </w:rPr>
        <w:annotationRef/>
      </w:r>
      <w:r>
        <w:rPr>
          <w:lang w:val="de-DE"/>
        </w:rPr>
        <w:t>Maybe rephrase to: „Experience in supporting sustainable investment and market creation in natural resources sectors, particularly forests and biodiversity.“</w:t>
      </w:r>
    </w:p>
  </w:comment>
  <w:comment w:id="8" w:author="GOTTMANN Niclas (INTPA)" w:date="2025-08-12T11:48:00Z" w:initials="NG">
    <w:p w14:paraId="1A833A89" w14:textId="072F4A72" w:rsidR="009D6D1A" w:rsidRDefault="00084B23" w:rsidP="009D6D1A">
      <w:pPr>
        <w:pStyle w:val="CommentText"/>
        <w:jc w:val="left"/>
      </w:pPr>
      <w:r>
        <w:rPr>
          <w:rStyle w:val="CommentReference"/>
        </w:rPr>
        <w:annotationRef/>
      </w:r>
      <w:r w:rsidR="009D6D1A">
        <w:rPr>
          <w:lang w:val="en-IE"/>
        </w:rPr>
        <w:t>Could add another bullet mentioning ‘experience in private sector collaboration/partnership’? Or maybe add it to this bullet.</w:t>
      </w:r>
    </w:p>
  </w:comment>
  <w:comment w:id="9" w:author="HUEBNER Franz (INTPA)" w:date="2025-08-13T10:58:00Z" w:initials="FH">
    <w:p w14:paraId="2A259C43" w14:textId="77777777" w:rsidR="00C22820" w:rsidRDefault="00516DCF" w:rsidP="00C22820">
      <w:pPr>
        <w:pStyle w:val="CommentText"/>
        <w:jc w:val="left"/>
      </w:pPr>
      <w:r>
        <w:rPr>
          <w:rStyle w:val="CommentReference"/>
        </w:rPr>
        <w:annotationRef/>
      </w:r>
      <w:r w:rsidR="00C22820">
        <w:rPr>
          <w:lang w:val="de-DE"/>
        </w:rPr>
        <w:t xml:space="preserve">Agreed: maybe “Demonstrated ability in developing and managing partnerships with private sector entities“ or „Excellent communication and coordination skills to work across institutional, financial, and private sector stakeholders.“ </w:t>
      </w:r>
    </w:p>
  </w:comment>
  <w:comment w:id="10" w:author="HUEBNER Franz (INTPA)" w:date="2025-08-13T11:07:00Z" w:initials="FH">
    <w:p w14:paraId="0AB74120" w14:textId="77777777" w:rsidR="00C22820" w:rsidRDefault="00C22820" w:rsidP="00C22820">
      <w:pPr>
        <w:pStyle w:val="CommentText"/>
        <w:jc w:val="left"/>
      </w:pPr>
      <w:r>
        <w:rPr>
          <w:rStyle w:val="CommentReference"/>
        </w:rPr>
        <w:annotationRef/>
      </w:r>
      <w:r>
        <w:t>Maybe also something like: “Knowledge of EU external action policies, EU financial instruments, and DFIs’ operations in sustainable development finance.“</w:t>
      </w:r>
    </w:p>
  </w:comment>
  <w:comment w:id="11" w:author="HUEBNER Franz (INTPA)" w:date="2025-08-13T10:47:00Z" w:initials="FH">
    <w:p w14:paraId="0E9293E3" w14:textId="0CA99864" w:rsidR="004856FD" w:rsidRDefault="004856FD" w:rsidP="004856FD">
      <w:pPr>
        <w:pStyle w:val="CommentText"/>
        <w:jc w:val="left"/>
      </w:pPr>
      <w:r>
        <w:rPr>
          <w:rStyle w:val="CommentReference"/>
        </w:rPr>
        <w:annotationRef/>
      </w:r>
      <w:r>
        <w:rPr>
          <w:lang w:val="de-DE"/>
        </w:rPr>
        <w:t>If it is an advantage, would make it min B2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2060D6" w15:done="1"/>
  <w15:commentEx w15:paraId="20AE337E" w15:paraIdParent="3D2060D6" w15:done="1"/>
  <w15:commentEx w15:paraId="6D77465F" w15:done="1"/>
  <w15:commentEx w15:paraId="3F1AD678" w15:paraIdParent="6D77465F" w15:done="1"/>
  <w15:commentEx w15:paraId="518C2D8B" w15:done="1"/>
  <w15:commentEx w15:paraId="1A833A89" w15:done="1"/>
  <w15:commentEx w15:paraId="2A259C43" w15:paraIdParent="1A833A89" w15:done="1"/>
  <w15:commentEx w15:paraId="0AB74120" w15:done="1"/>
  <w15:commentEx w15:paraId="0E9293E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78A7DE" w16cex:dateUtc="2025-09-09T13:54:00Z"/>
  <w16cex:commentExtensible w16cex:durableId="5268C196" w16cex:dateUtc="2025-10-01T14:59:00Z"/>
  <w16cex:commentExtensible w16cex:durableId="4F52F947" w16cex:dateUtc="2025-08-12T09:46:00Z"/>
  <w16cex:commentExtensible w16cex:durableId="36DF8814" w16cex:dateUtc="2025-08-13T08:45:00Z"/>
  <w16cex:commentExtensible w16cex:durableId="1D927079" w16cex:dateUtc="2025-08-13T08:56:00Z"/>
  <w16cex:commentExtensible w16cex:durableId="0AC527FC" w16cex:dateUtc="2025-08-12T09:48:00Z"/>
  <w16cex:commentExtensible w16cex:durableId="6348245B" w16cex:dateUtc="2025-08-13T08:58:00Z"/>
  <w16cex:commentExtensible w16cex:durableId="01605672" w16cex:dateUtc="2025-08-13T09:07:00Z"/>
  <w16cex:commentExtensible w16cex:durableId="0EA137A8" w16cex:dateUtc="2025-08-13T0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2060D6" w16cid:durableId="5D78A7DE"/>
  <w16cid:commentId w16cid:paraId="20AE337E" w16cid:durableId="5268C196"/>
  <w16cid:commentId w16cid:paraId="6D77465F" w16cid:durableId="4F52F947"/>
  <w16cid:commentId w16cid:paraId="3F1AD678" w16cid:durableId="36DF8814"/>
  <w16cid:commentId w16cid:paraId="518C2D8B" w16cid:durableId="1D927079"/>
  <w16cid:commentId w16cid:paraId="1A833A89" w16cid:durableId="0AC527FC"/>
  <w16cid:commentId w16cid:paraId="2A259C43" w16cid:durableId="6348245B"/>
  <w16cid:commentId w16cid:paraId="0AB74120" w16cid:durableId="01605672"/>
  <w16cid:commentId w16cid:paraId="0E9293E3" w16cid:durableId="0EA137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B5064" w14:textId="77777777" w:rsidR="00774171" w:rsidRDefault="00774171">
      <w:pPr>
        <w:spacing w:after="0"/>
      </w:pPr>
      <w:r>
        <w:separator/>
      </w:r>
    </w:p>
  </w:endnote>
  <w:endnote w:type="continuationSeparator" w:id="0">
    <w:p w14:paraId="2CB99F85" w14:textId="77777777" w:rsidR="00774171" w:rsidRDefault="007741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95045" w14:textId="77777777" w:rsidR="00774171" w:rsidRDefault="00774171">
      <w:pPr>
        <w:spacing w:after="0"/>
      </w:pPr>
      <w:r>
        <w:separator/>
      </w:r>
    </w:p>
  </w:footnote>
  <w:footnote w:type="continuationSeparator" w:id="0">
    <w:p w14:paraId="3917F72D" w14:textId="77777777" w:rsidR="00774171" w:rsidRDefault="0077417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020C25A"/>
    <w:lvl w:ilvl="0">
      <w:start w:val="1"/>
      <w:numFmt w:val="decimal"/>
      <w:lvlText w:val="%1."/>
      <w:lvlJc w:val="left"/>
      <w:pPr>
        <w:tabs>
          <w:tab w:val="num" w:pos="0"/>
        </w:tabs>
        <w:ind w:left="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DD0081F"/>
    <w:multiLevelType w:val="hybridMultilevel"/>
    <w:tmpl w:val="DD209762"/>
    <w:lvl w:ilvl="0" w:tplc="5A6EAB6C">
      <w:numFmt w:val="bullet"/>
      <w:lvlText w:val="•"/>
      <w:lvlJc w:val="left"/>
      <w:pPr>
        <w:ind w:left="720" w:hanging="72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4776719"/>
    <w:multiLevelType w:val="hybridMultilevel"/>
    <w:tmpl w:val="E766F2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BE459B3"/>
    <w:multiLevelType w:val="hybridMultilevel"/>
    <w:tmpl w:val="F88E29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5A33E4E"/>
    <w:multiLevelType w:val="multilevel"/>
    <w:tmpl w:val="E6E6B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5560147"/>
    <w:multiLevelType w:val="hybridMultilevel"/>
    <w:tmpl w:val="77FEA84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58E46DBD"/>
    <w:multiLevelType w:val="hybridMultilevel"/>
    <w:tmpl w:val="0E1220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6871F70"/>
    <w:multiLevelType w:val="hybridMultilevel"/>
    <w:tmpl w:val="9C3AFE38"/>
    <w:lvl w:ilvl="0" w:tplc="18090003">
      <w:start w:val="1"/>
      <w:numFmt w:val="bullet"/>
      <w:lvlText w:val="o"/>
      <w:lvlJc w:val="left"/>
      <w:pPr>
        <w:ind w:left="1287" w:hanging="360"/>
      </w:pPr>
      <w:rPr>
        <w:rFonts w:ascii="Courier New" w:hAnsi="Courier New" w:cs="Courier New"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9"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0" w15:restartNumberingAfterBreak="0">
    <w:nsid w:val="6AEE0BB5"/>
    <w:multiLevelType w:val="hybridMultilevel"/>
    <w:tmpl w:val="4ACA7AFC"/>
    <w:lvl w:ilvl="0" w:tplc="1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1081B8E"/>
    <w:multiLevelType w:val="hybridMultilevel"/>
    <w:tmpl w:val="7FE28CC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3"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4"/>
  </w:num>
  <w:num w:numId="6" w16cid:durableId="1581711852">
    <w:abstractNumId w:val="29"/>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8"/>
  </w:num>
  <w:num w:numId="15" w16cid:durableId="348874439">
    <w:abstractNumId w:val="23"/>
  </w:num>
  <w:num w:numId="16" w16cid:durableId="788280695">
    <w:abstractNumId w:val="32"/>
  </w:num>
  <w:num w:numId="17" w16cid:durableId="1058630122">
    <w:abstractNumId w:val="12"/>
  </w:num>
  <w:num w:numId="18" w16cid:durableId="2120908136">
    <w:abstractNumId w:val="13"/>
  </w:num>
  <w:num w:numId="19" w16cid:durableId="686714860">
    <w:abstractNumId w:val="33"/>
  </w:num>
  <w:num w:numId="20" w16cid:durableId="422990355">
    <w:abstractNumId w:val="22"/>
  </w:num>
  <w:num w:numId="21" w16cid:durableId="1837307304">
    <w:abstractNumId w:val="25"/>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037853024">
    <w:abstractNumId w:val="19"/>
  </w:num>
  <w:num w:numId="35" w16cid:durableId="269245367">
    <w:abstractNumId w:val="15"/>
  </w:num>
  <w:num w:numId="36" w16cid:durableId="2008746181">
    <w:abstractNumId w:val="2"/>
  </w:num>
  <w:num w:numId="37" w16cid:durableId="800423866">
    <w:abstractNumId w:val="26"/>
  </w:num>
  <w:num w:numId="38" w16cid:durableId="1092117596">
    <w:abstractNumId w:val="0"/>
  </w:num>
  <w:num w:numId="39" w16cid:durableId="1318261716">
    <w:abstractNumId w:val="28"/>
  </w:num>
  <w:num w:numId="40" w16cid:durableId="1581210140">
    <w:abstractNumId w:val="30"/>
  </w:num>
  <w:num w:numId="41" w16cid:durableId="396441425">
    <w:abstractNumId w:val="27"/>
  </w:num>
  <w:num w:numId="42" w16cid:durableId="2014331771">
    <w:abstractNumId w:val="4"/>
  </w:num>
  <w:num w:numId="43" w16cid:durableId="1458795694">
    <w:abstractNumId w:val="31"/>
  </w:num>
  <w:num w:numId="44" w16cid:durableId="19162113">
    <w:abstractNumId w:val="4"/>
  </w:num>
  <w:num w:numId="45" w16cid:durableId="309940674">
    <w:abstractNumId w:val="21"/>
    <w:lvlOverride w:ilvl="0">
      <w:lvl w:ilvl="0">
        <w:numFmt w:val="bullet"/>
        <w:lvlText w:val=""/>
        <w:lvlJc w:val="left"/>
        <w:pPr>
          <w:tabs>
            <w:tab w:val="num" w:pos="720"/>
          </w:tabs>
          <w:ind w:left="720" w:hanging="360"/>
        </w:pPr>
        <w:rPr>
          <w:rFonts w:ascii="Symbol" w:hAnsi="Symbol" w:hint="default"/>
          <w:sz w:val="20"/>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E VANSSAY Arnaud (INTPA)">
    <w15:presenceInfo w15:providerId="AD" w15:userId="S::Arnaud.DE-VANSSAY@ec.europa.eu::f6283562-01a6-4ae1-b9e6-f7e1fee58025"/>
  </w15:person>
  <w15:person w15:author="MARIJNISSEN Chantal (INTPA)">
    <w15:presenceInfo w15:providerId="AD" w15:userId="S::Chantal.MARIJNISSEN@ec.europa.eu::171363ad-44f7-4879-99e7-81094ee970f2"/>
  </w15:person>
  <w15:person w15:author="GOTTMANN Niclas (INTPA)">
    <w15:presenceInfo w15:providerId="AD" w15:userId="S::Niclas.GOTTMANN@ec.europa.eu::57f76e89-e6ea-4c03-bbfb-63cb88d5018b"/>
  </w15:person>
  <w15:person w15:author="HUEBNER Franz (INTPA)">
    <w15:presenceInfo w15:providerId="AD" w15:userId="S::Franz.HUEBNER@ec.europa.eu::2bc99476-cf6e-4fcc-83a5-42d2fd72d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33EC"/>
    <w:rsid w:val="0006465B"/>
    <w:rsid w:val="0007110E"/>
    <w:rsid w:val="0007544E"/>
    <w:rsid w:val="00084B23"/>
    <w:rsid w:val="00087ADD"/>
    <w:rsid w:val="00092BCA"/>
    <w:rsid w:val="000A4668"/>
    <w:rsid w:val="000C3CFA"/>
    <w:rsid w:val="000D129C"/>
    <w:rsid w:val="000F2CF7"/>
    <w:rsid w:val="000F371B"/>
    <w:rsid w:val="000F4CD5"/>
    <w:rsid w:val="00100CC1"/>
    <w:rsid w:val="00111627"/>
    <w:rsid w:val="00111AB6"/>
    <w:rsid w:val="001423BD"/>
    <w:rsid w:val="001545ED"/>
    <w:rsid w:val="001611EB"/>
    <w:rsid w:val="0016179E"/>
    <w:rsid w:val="00161CAF"/>
    <w:rsid w:val="00180B63"/>
    <w:rsid w:val="00183D54"/>
    <w:rsid w:val="001D0A81"/>
    <w:rsid w:val="002109E6"/>
    <w:rsid w:val="00223380"/>
    <w:rsid w:val="00224E30"/>
    <w:rsid w:val="002405FF"/>
    <w:rsid w:val="00252050"/>
    <w:rsid w:val="0029613A"/>
    <w:rsid w:val="002B3CBF"/>
    <w:rsid w:val="002C13C3"/>
    <w:rsid w:val="002C49D0"/>
    <w:rsid w:val="002E40A9"/>
    <w:rsid w:val="002E4B00"/>
    <w:rsid w:val="003063F5"/>
    <w:rsid w:val="00346245"/>
    <w:rsid w:val="003771FE"/>
    <w:rsid w:val="00394447"/>
    <w:rsid w:val="003B1CED"/>
    <w:rsid w:val="003C263C"/>
    <w:rsid w:val="003C668F"/>
    <w:rsid w:val="003C68A8"/>
    <w:rsid w:val="003D202F"/>
    <w:rsid w:val="003D3264"/>
    <w:rsid w:val="003E50A4"/>
    <w:rsid w:val="0040388A"/>
    <w:rsid w:val="004308BF"/>
    <w:rsid w:val="00431778"/>
    <w:rsid w:val="00450DA6"/>
    <w:rsid w:val="00454CC7"/>
    <w:rsid w:val="00464195"/>
    <w:rsid w:val="00476034"/>
    <w:rsid w:val="004856FD"/>
    <w:rsid w:val="004A0B73"/>
    <w:rsid w:val="004C5009"/>
    <w:rsid w:val="004E071E"/>
    <w:rsid w:val="004F607D"/>
    <w:rsid w:val="0050121B"/>
    <w:rsid w:val="00511A53"/>
    <w:rsid w:val="005168AD"/>
    <w:rsid w:val="00516DCF"/>
    <w:rsid w:val="005535A8"/>
    <w:rsid w:val="00567271"/>
    <w:rsid w:val="0057515E"/>
    <w:rsid w:val="00576E3A"/>
    <w:rsid w:val="0058240F"/>
    <w:rsid w:val="00592CD5"/>
    <w:rsid w:val="005A3750"/>
    <w:rsid w:val="005D0926"/>
    <w:rsid w:val="005D1B85"/>
    <w:rsid w:val="005E4A9E"/>
    <w:rsid w:val="005F17B5"/>
    <w:rsid w:val="006007B0"/>
    <w:rsid w:val="0063449E"/>
    <w:rsid w:val="0064417B"/>
    <w:rsid w:val="00665583"/>
    <w:rsid w:val="00666BE4"/>
    <w:rsid w:val="00681C06"/>
    <w:rsid w:val="00693BC6"/>
    <w:rsid w:val="00696070"/>
    <w:rsid w:val="006A58BC"/>
    <w:rsid w:val="006B6B29"/>
    <w:rsid w:val="006D275F"/>
    <w:rsid w:val="006E27B7"/>
    <w:rsid w:val="006E2901"/>
    <w:rsid w:val="006E6A1F"/>
    <w:rsid w:val="006F19D6"/>
    <w:rsid w:val="0072727E"/>
    <w:rsid w:val="00736B86"/>
    <w:rsid w:val="00737A68"/>
    <w:rsid w:val="00740ED8"/>
    <w:rsid w:val="0074537E"/>
    <w:rsid w:val="00774171"/>
    <w:rsid w:val="007820DA"/>
    <w:rsid w:val="00782F18"/>
    <w:rsid w:val="0079459C"/>
    <w:rsid w:val="007B1B2B"/>
    <w:rsid w:val="007E531E"/>
    <w:rsid w:val="007F02AC"/>
    <w:rsid w:val="007F7012"/>
    <w:rsid w:val="008265FE"/>
    <w:rsid w:val="008327C6"/>
    <w:rsid w:val="008328F9"/>
    <w:rsid w:val="00846001"/>
    <w:rsid w:val="00854F0E"/>
    <w:rsid w:val="008815B5"/>
    <w:rsid w:val="008A3D18"/>
    <w:rsid w:val="008D02B7"/>
    <w:rsid w:val="008D0D8F"/>
    <w:rsid w:val="008F0B52"/>
    <w:rsid w:val="008F4BA9"/>
    <w:rsid w:val="008F51FB"/>
    <w:rsid w:val="00907C9D"/>
    <w:rsid w:val="0093248E"/>
    <w:rsid w:val="009329B5"/>
    <w:rsid w:val="00990406"/>
    <w:rsid w:val="009931A7"/>
    <w:rsid w:val="00994062"/>
    <w:rsid w:val="00996CC6"/>
    <w:rsid w:val="009A1EA0"/>
    <w:rsid w:val="009A2F00"/>
    <w:rsid w:val="009A5BE6"/>
    <w:rsid w:val="009B2C00"/>
    <w:rsid w:val="009C5E27"/>
    <w:rsid w:val="009D6D1A"/>
    <w:rsid w:val="009E3DF0"/>
    <w:rsid w:val="009F16F7"/>
    <w:rsid w:val="00A033AD"/>
    <w:rsid w:val="00A04530"/>
    <w:rsid w:val="00A32468"/>
    <w:rsid w:val="00A445AB"/>
    <w:rsid w:val="00A44B82"/>
    <w:rsid w:val="00A80CB6"/>
    <w:rsid w:val="00AB2CEA"/>
    <w:rsid w:val="00AF6424"/>
    <w:rsid w:val="00B21B58"/>
    <w:rsid w:val="00B24CC5"/>
    <w:rsid w:val="00B3644B"/>
    <w:rsid w:val="00B64842"/>
    <w:rsid w:val="00B65513"/>
    <w:rsid w:val="00B73F08"/>
    <w:rsid w:val="00B8014C"/>
    <w:rsid w:val="00BA3B1A"/>
    <w:rsid w:val="00BC2168"/>
    <w:rsid w:val="00BE067F"/>
    <w:rsid w:val="00C02B06"/>
    <w:rsid w:val="00C036BD"/>
    <w:rsid w:val="00C06724"/>
    <w:rsid w:val="00C22820"/>
    <w:rsid w:val="00C24006"/>
    <w:rsid w:val="00C3254D"/>
    <w:rsid w:val="00C43B6A"/>
    <w:rsid w:val="00C504C7"/>
    <w:rsid w:val="00C75BA4"/>
    <w:rsid w:val="00C9102A"/>
    <w:rsid w:val="00CB5B61"/>
    <w:rsid w:val="00CC76E1"/>
    <w:rsid w:val="00CD2C5A"/>
    <w:rsid w:val="00D0015C"/>
    <w:rsid w:val="00D03CF4"/>
    <w:rsid w:val="00D648E2"/>
    <w:rsid w:val="00D7090C"/>
    <w:rsid w:val="00D84D53"/>
    <w:rsid w:val="00D90C09"/>
    <w:rsid w:val="00D945BC"/>
    <w:rsid w:val="00D96984"/>
    <w:rsid w:val="00DD41ED"/>
    <w:rsid w:val="00DE374E"/>
    <w:rsid w:val="00DF1E49"/>
    <w:rsid w:val="00E028EA"/>
    <w:rsid w:val="00E21DBD"/>
    <w:rsid w:val="00E2341F"/>
    <w:rsid w:val="00E342CB"/>
    <w:rsid w:val="00E41704"/>
    <w:rsid w:val="00E44D7F"/>
    <w:rsid w:val="00E62D15"/>
    <w:rsid w:val="00E82667"/>
    <w:rsid w:val="00E84FE8"/>
    <w:rsid w:val="00EA5920"/>
    <w:rsid w:val="00EB3147"/>
    <w:rsid w:val="00EE7A20"/>
    <w:rsid w:val="00F3671A"/>
    <w:rsid w:val="00F443A9"/>
    <w:rsid w:val="00F4683D"/>
    <w:rsid w:val="00F6462F"/>
    <w:rsid w:val="00F65C71"/>
    <w:rsid w:val="00F82936"/>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854F0E"/>
    <w:rPr>
      <w:sz w:val="16"/>
      <w:szCs w:val="16"/>
    </w:rPr>
  </w:style>
  <w:style w:type="paragraph" w:styleId="CommentText">
    <w:name w:val="annotation text"/>
    <w:basedOn w:val="Normal"/>
    <w:link w:val="CommentTextChar"/>
    <w:semiHidden/>
    <w:locked/>
    <w:rsid w:val="00854F0E"/>
    <w:rPr>
      <w:sz w:val="20"/>
    </w:rPr>
  </w:style>
  <w:style w:type="character" w:customStyle="1" w:styleId="CommentTextChar">
    <w:name w:val="Comment Text Char"/>
    <w:basedOn w:val="DefaultParagraphFont"/>
    <w:link w:val="CommentText"/>
    <w:semiHidden/>
    <w:rsid w:val="00854F0E"/>
    <w:rPr>
      <w:sz w:val="20"/>
    </w:rPr>
  </w:style>
  <w:style w:type="paragraph" w:styleId="CommentSubject">
    <w:name w:val="annotation subject"/>
    <w:basedOn w:val="CommentText"/>
    <w:next w:val="CommentText"/>
    <w:link w:val="CommentSubjectChar"/>
    <w:semiHidden/>
    <w:locked/>
    <w:rsid w:val="00854F0E"/>
    <w:rPr>
      <w:b/>
      <w:bCs/>
    </w:rPr>
  </w:style>
  <w:style w:type="character" w:customStyle="1" w:styleId="CommentSubjectChar">
    <w:name w:val="Comment Subject Char"/>
    <w:basedOn w:val="CommentTextChar"/>
    <w:link w:val="CommentSubject"/>
    <w:semiHidden/>
    <w:rsid w:val="00854F0E"/>
    <w:rPr>
      <w:b/>
      <w:bCs/>
      <w:sz w:val="20"/>
    </w:rPr>
  </w:style>
  <w:style w:type="paragraph" w:styleId="NormalWeb">
    <w:name w:val="Normal (Web)"/>
    <w:basedOn w:val="Normal"/>
    <w:uiPriority w:val="99"/>
    <w:unhideWhenUsed/>
    <w:locked/>
    <w:rsid w:val="006D275F"/>
    <w:pPr>
      <w:spacing w:before="100" w:beforeAutospacing="1" w:after="100" w:afterAutospacing="1"/>
      <w:jc w:val="left"/>
    </w:pPr>
    <w:rPr>
      <w:szCs w:val="24"/>
      <w:lang w:val="en-IE"/>
    </w:rPr>
  </w:style>
  <w:style w:type="character" w:customStyle="1" w:styleId="cf01">
    <w:name w:val="cf01"/>
    <w:basedOn w:val="DefaultParagraphFont"/>
    <w:rsid w:val="00B21B5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905027">
      <w:bodyDiv w:val="1"/>
      <w:marLeft w:val="0"/>
      <w:marRight w:val="0"/>
      <w:marTop w:val="0"/>
      <w:marBottom w:val="0"/>
      <w:divBdr>
        <w:top w:val="none" w:sz="0" w:space="0" w:color="auto"/>
        <w:left w:val="none" w:sz="0" w:space="0" w:color="auto"/>
        <w:bottom w:val="none" w:sz="0" w:space="0" w:color="auto"/>
        <w:right w:val="none" w:sz="0" w:space="0" w:color="auto"/>
      </w:divBdr>
    </w:div>
    <w:div w:id="18241573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theme" Target="theme/theme1.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opa.eu/europass/en/create-europass-cv"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europass.cedefop.europa.eu/en/documents/curriculum-vitae" TargetMode="Externa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microsoft.com/office/2011/relationships/commentsExtended" Target="commentsExtended.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lex.europa.eu/legal-content/EN/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60EB"/>
    <w:rsid w:val="00087ADD"/>
    <w:rsid w:val="001E3B1B"/>
    <w:rsid w:val="002405FF"/>
    <w:rsid w:val="0029613A"/>
    <w:rsid w:val="00416B25"/>
    <w:rsid w:val="004308BF"/>
    <w:rsid w:val="004E071E"/>
    <w:rsid w:val="004F607D"/>
    <w:rsid w:val="00511A53"/>
    <w:rsid w:val="00567271"/>
    <w:rsid w:val="005A68F5"/>
    <w:rsid w:val="005E4A9E"/>
    <w:rsid w:val="006212B2"/>
    <w:rsid w:val="006B6B29"/>
    <w:rsid w:val="006F0611"/>
    <w:rsid w:val="00782F18"/>
    <w:rsid w:val="007F7378"/>
    <w:rsid w:val="00893390"/>
    <w:rsid w:val="00894A0C"/>
    <w:rsid w:val="008D0D8F"/>
    <w:rsid w:val="009A12CB"/>
    <w:rsid w:val="009E6129"/>
    <w:rsid w:val="00CA527C"/>
    <w:rsid w:val="00D374C1"/>
    <w:rsid w:val="00D648E2"/>
    <w:rsid w:val="00D74BFE"/>
    <w:rsid w:val="00EA592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74BF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30c666ed-fe46-43d6-bf30-6de2567680e6"/>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EBC5AE2C-883E-4803-BD6F-DCF2D7603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1715</Words>
  <Characters>9782</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2025-10-08T10:28:00Z</dcterms:created>
  <dcterms:modified xsi:type="dcterms:W3CDTF">2025-10-10T16:04:00Z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